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3E5E9" w14:textId="0977C00F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FB3E1A">
        <w:rPr>
          <w:rFonts w:eastAsia="Times New Roman" w:cs="Times New Roman"/>
          <w:lang w:eastAsia="cs-CZ"/>
        </w:rPr>
        <w:t>3 Zadávací dokumentace</w:t>
      </w:r>
    </w:p>
    <w:p w14:paraId="26620B5C" w14:textId="619B0DCB" w:rsidR="00A035EA" w:rsidRPr="00A035EA" w:rsidRDefault="00A035EA" w:rsidP="00A035EA">
      <w:pPr>
        <w:keepNext/>
        <w:keepLines/>
        <w:suppressAutoHyphens/>
        <w:spacing w:before="320" w:after="0"/>
        <w:outlineLvl w:val="0"/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</w:pPr>
      <w:r w:rsidRPr="00A035EA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  <w:lang w:val="x-none"/>
        </w:rPr>
        <w:t xml:space="preserve">Čestné prohlášení </w:t>
      </w:r>
      <w:r w:rsidR="001E0423">
        <w:rPr>
          <w:rFonts w:asciiTheme="majorHAnsi" w:eastAsia="Times New Roman" w:hAnsiTheme="majorHAnsi" w:cstheme="majorBidi"/>
          <w:b/>
          <w:color w:val="FF5200" w:themeColor="accent2"/>
          <w:spacing w:val="-6"/>
          <w:sz w:val="36"/>
          <w:szCs w:val="36"/>
        </w:rPr>
        <w:t xml:space="preserve">k TPD </w:t>
      </w:r>
    </w:p>
    <w:p w14:paraId="1D4A0CFA" w14:textId="77777777" w:rsidR="00A035EA" w:rsidRPr="00D30C28" w:rsidRDefault="00A035EA" w:rsidP="00A035EA">
      <w:pPr>
        <w:widowControl w:val="0"/>
        <w:autoSpaceDE w:val="0"/>
        <w:spacing w:line="297" w:lineRule="exact"/>
        <w:rPr>
          <w:rStyle w:val="Siln"/>
        </w:rPr>
      </w:pPr>
      <w:r w:rsidRPr="00D30C28">
        <w:rPr>
          <w:rStyle w:val="Siln"/>
        </w:rPr>
        <w:t>Účastník:</w:t>
      </w:r>
    </w:p>
    <w:p w14:paraId="3CE09EF3" w14:textId="77777777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D30C28">
        <w:rPr>
          <w:rStyle w:val="Siln"/>
        </w:rPr>
        <w:t>Obchodní firma/jméno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103E98BC" w14:textId="37A7A203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4C763093" w14:textId="32B3AFAA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6D324DCB" w14:textId="2FFCD504" w:rsidR="00A035EA" w:rsidRPr="00A035EA" w:rsidRDefault="00A035EA" w:rsidP="00D30C28">
      <w:pPr>
        <w:pStyle w:val="Identifikace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Zastoupen</w:t>
      </w:r>
      <w:r w:rsidRPr="00A035EA">
        <w:rPr>
          <w:rFonts w:eastAsia="Times New Roman" w:cs="Times New Roman"/>
          <w:lang w:eastAsia="cs-CZ"/>
        </w:rPr>
        <w:tab/>
      </w:r>
      <w:r w:rsidRPr="00D406CF">
        <w:rPr>
          <w:rFonts w:eastAsia="Times New Roman" w:cs="Times New Roman"/>
          <w:highlight w:val="green"/>
          <w:lang w:eastAsia="cs-CZ"/>
        </w:rPr>
        <w:t>…………</w:t>
      </w:r>
    </w:p>
    <w:p w14:paraId="24EF47E3" w14:textId="2AA13CD5" w:rsidR="009B28FE" w:rsidRPr="00C14D97" w:rsidRDefault="00A035EA" w:rsidP="009B28FE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 xml:space="preserve">který podává </w:t>
      </w:r>
      <w:r w:rsidR="00602E78">
        <w:rPr>
          <w:rFonts w:eastAsia="Times New Roman" w:cs="Times New Roman"/>
          <w:lang w:eastAsia="cs-CZ"/>
        </w:rPr>
        <w:t>žádost o účast</w:t>
      </w:r>
      <w:r w:rsidR="00602E78" w:rsidRPr="00A035EA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na </w:t>
      </w:r>
      <w:r w:rsidR="00FB3E1A" w:rsidRPr="0077112C">
        <w:rPr>
          <w:rFonts w:eastAsia="Times New Roman" w:cs="Times New Roman"/>
          <w:lang w:eastAsia="cs-CZ"/>
        </w:rPr>
        <w:t xml:space="preserve">nadlimitní sektorovou veřejnou zakázku s názvem </w:t>
      </w:r>
      <w:bookmarkStart w:id="0" w:name="_Toc403053768"/>
      <w:r w:rsidR="00FB3E1A" w:rsidRPr="0077112C">
        <w:rPr>
          <w:rFonts w:eastAsia="Times New Roman" w:cs="Times New Roman"/>
          <w:b/>
          <w:lang w:eastAsia="cs-CZ"/>
        </w:rPr>
        <w:t>„</w:t>
      </w:r>
      <w:bookmarkEnd w:id="0"/>
      <w:r w:rsidR="000B493B">
        <w:rPr>
          <w:rFonts w:eastAsia="Times New Roman" w:cs="Times New Roman"/>
          <w:b/>
          <w:lang w:eastAsia="cs-CZ"/>
        </w:rPr>
        <w:t xml:space="preserve">Náhradní díly k výhybkám a výhybkovým konstrukcím </w:t>
      </w:r>
      <w:r w:rsidR="00EE57F3">
        <w:rPr>
          <w:rFonts w:eastAsia="Times New Roman" w:cs="Times New Roman"/>
          <w:b/>
          <w:lang w:eastAsia="cs-CZ"/>
        </w:rPr>
        <w:t>20</w:t>
      </w:r>
      <w:r w:rsidR="00FB3E1A" w:rsidRPr="0077112C">
        <w:rPr>
          <w:rStyle w:val="Tun"/>
          <w:rFonts w:eastAsiaTheme="minorHAnsi"/>
        </w:rPr>
        <w:t>2</w:t>
      </w:r>
      <w:r w:rsidR="000B493B">
        <w:rPr>
          <w:rStyle w:val="Tun"/>
          <w:rFonts w:eastAsiaTheme="minorHAnsi"/>
        </w:rPr>
        <w:t>5</w:t>
      </w:r>
      <w:r w:rsidR="00FB3E1A" w:rsidRPr="0077112C">
        <w:t>“</w:t>
      </w:r>
      <w:r w:rsidR="006D392E" w:rsidRPr="00D716B7">
        <w:rPr>
          <w:rFonts w:eastAsia="Times New Roman" w:cs="Times New Roman"/>
          <w:lang w:eastAsia="cs-CZ"/>
        </w:rPr>
        <w:t xml:space="preserve">, </w:t>
      </w:r>
      <w:r w:rsidRPr="00A035EA">
        <w:rPr>
          <w:rFonts w:eastAsia="Times New Roman" w:cs="Times New Roman"/>
          <w:lang w:eastAsia="cs-CZ"/>
        </w:rPr>
        <w:t xml:space="preserve">tímto čestně prohlašuje, že v souvislosti se zadávanou veřejnou zakázkou </w:t>
      </w:r>
      <w:r w:rsidR="004871B8">
        <w:rPr>
          <w:rFonts w:eastAsia="Times New Roman" w:cs="Times New Roman"/>
          <w:lang w:eastAsia="cs-CZ"/>
        </w:rPr>
        <w:t>bude dodávat předmět plnění</w:t>
      </w:r>
      <w:r w:rsidR="00A93F01">
        <w:rPr>
          <w:rFonts w:eastAsia="Times New Roman" w:cs="Times New Roman"/>
          <w:lang w:eastAsia="cs-CZ"/>
        </w:rPr>
        <w:t>,</w:t>
      </w:r>
      <w:r w:rsidR="004871B8">
        <w:rPr>
          <w:rFonts w:eastAsia="Times New Roman" w:cs="Times New Roman"/>
          <w:lang w:eastAsia="cs-CZ"/>
        </w:rPr>
        <w:t xml:space="preserve"> </w:t>
      </w:r>
      <w:r w:rsidR="00363A3B">
        <w:rPr>
          <w:rFonts w:eastAsia="Times New Roman" w:cs="Times New Roman"/>
          <w:lang w:eastAsia="cs-CZ"/>
        </w:rPr>
        <w:t>na něž jsou uzavřené se Správou železnic, státní organizací</w:t>
      </w:r>
      <w:r w:rsidR="005C0CB0">
        <w:rPr>
          <w:rFonts w:eastAsia="Times New Roman" w:cs="Times New Roman"/>
          <w:lang w:eastAsia="cs-CZ"/>
        </w:rPr>
        <w:t xml:space="preserve">, Technické </w:t>
      </w:r>
      <w:r w:rsidR="005C0CB0" w:rsidRPr="00C14D97">
        <w:rPr>
          <w:rFonts w:eastAsia="Times New Roman" w:cs="Times New Roman"/>
          <w:lang w:eastAsia="cs-CZ"/>
        </w:rPr>
        <w:t>podmínky dodací</w:t>
      </w:r>
      <w:r w:rsidR="00363A3B" w:rsidRPr="00C14D97">
        <w:rPr>
          <w:rFonts w:eastAsia="Times New Roman" w:cs="Times New Roman"/>
          <w:lang w:eastAsia="cs-CZ"/>
        </w:rPr>
        <w:t xml:space="preserve"> </w:t>
      </w:r>
      <w:r w:rsidR="005C0CB0" w:rsidRPr="00C14D97">
        <w:rPr>
          <w:rFonts w:eastAsia="Times New Roman" w:cs="Times New Roman"/>
          <w:lang w:eastAsia="cs-CZ"/>
        </w:rPr>
        <w:t>(dále jen „</w:t>
      </w:r>
      <w:r w:rsidR="004871B8" w:rsidRPr="00C14D97">
        <w:rPr>
          <w:rFonts w:eastAsia="Times New Roman" w:cs="Times New Roman"/>
          <w:lang w:eastAsia="cs-CZ"/>
        </w:rPr>
        <w:t>TPD</w:t>
      </w:r>
      <w:r w:rsidR="005C0CB0" w:rsidRPr="00C14D97">
        <w:rPr>
          <w:rFonts w:eastAsia="Times New Roman" w:cs="Times New Roman"/>
          <w:lang w:eastAsia="cs-CZ"/>
        </w:rPr>
        <w:t>“)</w:t>
      </w:r>
      <w:r w:rsidR="004871B8" w:rsidRPr="00C14D97">
        <w:rPr>
          <w:rFonts w:eastAsia="Times New Roman" w:cs="Times New Roman"/>
          <w:lang w:eastAsia="cs-CZ"/>
        </w:rPr>
        <w:t xml:space="preserve">. </w:t>
      </w:r>
    </w:p>
    <w:p w14:paraId="3AEC1595" w14:textId="5B551F4D" w:rsidR="004871B8" w:rsidRPr="00C14D97" w:rsidRDefault="00363A3B" w:rsidP="004871B8">
      <w:pPr>
        <w:spacing w:line="240" w:lineRule="auto"/>
      </w:pPr>
      <w:r w:rsidRPr="00C14D97">
        <w:t>Účastník prohlašuje, že předmět plnění dodávaný v</w:t>
      </w:r>
      <w:r w:rsidR="008F331D" w:rsidRPr="00C14D97">
        <w:t> </w:t>
      </w:r>
      <w:r w:rsidR="00032878" w:rsidRPr="00C14D97">
        <w:t>dílčích</w:t>
      </w:r>
      <w:r w:rsidR="008F331D" w:rsidRPr="00C14D97">
        <w:t xml:space="preserve"> zakázkách</w:t>
      </w:r>
      <w:r w:rsidRPr="00C14D97">
        <w:t xml:space="preserve"> bude splňovat technické</w:t>
      </w:r>
      <w:r w:rsidR="00682D48" w:rsidRPr="00C14D97">
        <w:t xml:space="preserve"> podmínky</w:t>
      </w:r>
      <w:r w:rsidR="008F331D" w:rsidRPr="00C14D97">
        <w:t xml:space="preserve"> uvedené v</w:t>
      </w:r>
      <w:r w:rsidR="009918F2">
        <w:t> </w:t>
      </w:r>
      <w:r w:rsidR="008F331D" w:rsidRPr="00C14D97">
        <w:t>TPD</w:t>
      </w:r>
      <w:r w:rsidR="009918F2">
        <w:t>.</w:t>
      </w:r>
      <w:r w:rsidRPr="00C14D97">
        <w:t xml:space="preserve"> Účastník rovněž bere na vědomí</w:t>
      </w:r>
      <w:r w:rsidR="005C0CB0" w:rsidRPr="00C14D97">
        <w:t xml:space="preserve"> </w:t>
      </w:r>
      <w:r w:rsidRPr="00C14D97">
        <w:t>své právní povinnosti z toho vyplývající</w:t>
      </w:r>
      <w:r w:rsidR="009F09D2" w:rsidRPr="00C14D97">
        <w:t>,</w:t>
      </w:r>
      <w:r w:rsidRPr="00C14D97">
        <w:t xml:space="preserve"> zejména závazek záruční doby dle stanovených TPD</w:t>
      </w:r>
      <w:r w:rsidR="009918F2">
        <w:t>.</w:t>
      </w:r>
    </w:p>
    <w:p w14:paraId="67A0B4E5" w14:textId="06A791F9" w:rsidR="00893F4C" w:rsidRDefault="004871B8" w:rsidP="00893F4C">
      <w:pPr>
        <w:spacing w:before="0" w:after="0"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Účastník </w:t>
      </w:r>
      <w:r w:rsidR="008F331D" w:rsidRPr="00C14D97">
        <w:rPr>
          <w:rFonts w:eastAsia="Times New Roman" w:cs="Times New Roman"/>
          <w:lang w:eastAsia="cs-CZ"/>
        </w:rPr>
        <w:t xml:space="preserve">se rozhodl, že </w:t>
      </w:r>
      <w:r w:rsidRPr="00C14D97">
        <w:rPr>
          <w:rFonts w:eastAsia="Times New Roman" w:cs="Times New Roman"/>
          <w:lang w:eastAsia="cs-CZ"/>
        </w:rPr>
        <w:t>pro tyto účely využije výrobky s následujícími TPD</w:t>
      </w:r>
      <w:r w:rsidR="00893F4C">
        <w:rPr>
          <w:rFonts w:eastAsia="Times New Roman" w:cs="Times New Roman"/>
          <w:lang w:eastAsia="cs-CZ"/>
        </w:rPr>
        <w:t>, které uvedl k jednotlivým položkám.</w:t>
      </w:r>
    </w:p>
    <w:p w14:paraId="34A64DC7" w14:textId="77777777" w:rsidR="007203D6" w:rsidRDefault="007203D6" w:rsidP="00893F4C">
      <w:pPr>
        <w:spacing w:before="0" w:after="0" w:line="240" w:lineRule="auto"/>
        <w:rPr>
          <w:rFonts w:eastAsia="Times New Roman" w:cs="Times New Roman"/>
          <w:lang w:eastAsia="cs-CZ"/>
        </w:rPr>
      </w:pPr>
    </w:p>
    <w:tbl>
      <w:tblPr>
        <w:tblW w:w="13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8780"/>
        <w:gridCol w:w="1720"/>
        <w:gridCol w:w="2440"/>
      </w:tblGrid>
      <w:tr w:rsidR="00303802" w:rsidRPr="00303802" w14:paraId="20E12816" w14:textId="77777777" w:rsidTr="00303802">
        <w:trPr>
          <w:trHeight w:val="690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D7DB99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8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4B4579BF" w14:textId="3AB4D29F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b/>
                <w:bCs/>
                <w:lang w:eastAsia="cs-CZ"/>
              </w:rPr>
              <w:t>Název pol</w:t>
            </w:r>
            <w:r>
              <w:rPr>
                <w:rFonts w:ascii="Verdana" w:eastAsia="Times New Roman" w:hAnsi="Verdana" w:cs="Times New Roman"/>
                <w:b/>
                <w:bCs/>
                <w:lang w:eastAsia="cs-CZ"/>
              </w:rPr>
              <w:t>o</w:t>
            </w:r>
            <w:r w:rsidRPr="00303802">
              <w:rPr>
                <w:rFonts w:ascii="Verdana" w:eastAsia="Times New Roman" w:hAnsi="Verdana" w:cs="Times New Roman"/>
                <w:b/>
                <w:bCs/>
                <w:lang w:eastAsia="cs-CZ"/>
              </w:rPr>
              <w:t>žky</w:t>
            </w:r>
          </w:p>
        </w:tc>
        <w:tc>
          <w:tcPr>
            <w:tcW w:w="17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C6E7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Číslo TPD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06185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Osoba, s níž má zadavatel uzavřeny TPD</w:t>
            </w:r>
          </w:p>
        </w:tc>
      </w:tr>
      <w:tr w:rsidR="00303802" w:rsidRPr="00303802" w14:paraId="0B44F8B8" w14:textId="77777777" w:rsidTr="00303802">
        <w:trPr>
          <w:trHeight w:val="255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BA35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1</w:t>
            </w:r>
          </w:p>
        </w:tc>
        <w:tc>
          <w:tcPr>
            <w:tcW w:w="87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28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Jazyk-S49(T)-JT3°-dl.20630+700-ČZ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7F619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CEEC1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E19E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658B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5AB2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Jazyk-S49(T)-JT4°-dl.16350+700-ČZ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041F8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3A83D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3241D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8352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B6A0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Jazyk-S49(T)-JT5°-dl.13600+700-ČZ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5FD1E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03932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F36CE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5F30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87C4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Jazyk-S49(T)-JT6°,7°,8°30'-dl.10155+700-ČZ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638C0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FEB37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AD8C5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CD12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1BA6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Jazyk-S49(T)-R300-dl.12315+700-ČZ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B8384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543DE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7955C1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AAE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120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Jazyk-S49(T)-OT6°-dl.10155+700-ČZ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8CF79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0381C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283C3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9F6A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855E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Jazyk-S49(T)-OT7°-dl.10155+700-ČZ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83AA8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32A8D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3818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EFFD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9400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Jazyk-S49(T)-SOT9°30',10°-dl.8165+700-ČZ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7B435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D3037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AB6C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FEA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E7AF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color w:val="000000"/>
                <w:lang w:eastAsia="cs-CZ"/>
              </w:rPr>
              <w:t>Jazyk-S49(T)-JT3°-dl.20630+700-HZ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6162E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1CF33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3F83E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B593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D68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color w:val="000000"/>
                <w:lang w:eastAsia="cs-CZ"/>
              </w:rPr>
              <w:t>Jazyk-S49(T)-JT4°-dl.16350+700-HZ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27497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3A270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31023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AC00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lastRenderedPageBreak/>
              <w:t>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5CCA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Jazyk-S49(T)-JT5°-dl.13600+700-HZ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B9AD2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35E7F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DCDE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0784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82E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Jazyk-S49(T)-JT6°,7°,8°30'-dl.10155+700-HZ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8558DB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2BB57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2712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900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57BE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Jazyk-S49(T)-R300-dl.12315+700-HZ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7E812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2E0FF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CA240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A2D5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AA37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Jazyk-S49(T)-OT6°-dl.10155+700-HZ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DE214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AEEC0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833C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64A2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6FEE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Jazyk-S49(T)-OT7°-dl.10155+700-HZ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08DA3C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D01A0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6E36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6CA2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71A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Jazyk-S49(T)-SOT9°30',10°-dl.8165+700-HZ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BE1CB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60C4E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0DFC7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EACC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6C6A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Jazyk-S49(T)-C(B)T6°-přímý-dl.8030-HZ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AFBA4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8A05D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E8DDAE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B3D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F0F3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Jazyk-S49(T)-C(B)T6°-ohnutý-dl.9475+700-HZ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470A9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6F293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46E2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3D6A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E1BA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Jazyk-S49(T)-C(B)T7°-přímý-dl.5500-HZ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D18D4B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A4C5D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ABF3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028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D227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color w:val="000000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color w:val="000000"/>
                <w:lang w:eastAsia="cs-CZ"/>
              </w:rPr>
              <w:t>Jazyk-S49(T)-C(B)T7°-ohnutý-dl.5500-HZ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304F5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610F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B6394A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572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7148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Jazyk-S49-R190-dl.10113+700-ČZ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6AB8F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477B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22F8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A6F9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87C3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Jazyk-S49-R300-dl.12025+700-ČZ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B1AA2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D8D2F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1705A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D356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6CBE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Jazyk-S49-R500-dl.13800+700-ČZ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98E66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CD0CC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C36B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040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C358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Jazyk-S49-R760-dl.16000+700-ČZ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0DF2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2C5B9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BAA78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99D2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F03C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Jazyk-S49-R1200-dl.20878+700-ČZ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A02FD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577F4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F5AE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9ACA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0540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Jazyk-S49-1:5,7-230-dl.9771+700-ČZ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F43C16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6006E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4CEFD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F664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7DA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Jazyk-S49-C(B)S49-1:9-190-přímý-dl.7820 + 100 -ČZ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A70FB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126F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9FC69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A29F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8527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Jazyk-S49-C(B)S49-1:9-190-ohnutý-dl.9268+700-ČZ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90EE2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0E4F1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DB70B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955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0522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Jazyk-S49-C(B)S49-1:11-300-přímý-dl.8850 + 200 -ČZ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9BC16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58AC6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F33DC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F1ED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6D6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Jazyk-S49-C(B)S49-1:11-300-ohnutý-dl.12053+700-ČZ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47DFB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5E140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93237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8FF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FFA0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Jazyk-S49-R190-dl.10113+700-HZ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58014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363B7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BBAB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33AC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3E23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Jazyk-S49-R300-dl.12025+700-HZ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FB27D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330E6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DCAC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CE6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C698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Jazyk-S49-R500-dl.13800+700-HZ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BA524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F2C0D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FC128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643D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574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Jazyk-S49-R760-dl.16000+700-HZ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00E9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F8617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BB6D0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E1E0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2430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Jazyk-S49-R1200-dl.20878+700-HZ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A2AA5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6D3C9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90F22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F05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E3B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Jazyk-S49-1:5,7-230-dl.9771+700-HZ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B0499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05154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9C29C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F3E8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095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Jazyk-S49-C(B)S49-1:9-190-přímý-dl.7820 + 100 -HZ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85A32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D0B5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E441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C9C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EF63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Jazyk-S49-C(B)S49-1:9-190-ohnutý-dl.9268+700-HZ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687C3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711FF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1210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039F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7F8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Jazyk-S49-C(B)S49-1:11-300-přímý-dl.8850 + 200-HZ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47777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BEF6E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9DCE9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A5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70A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Jazyk-S49-C(B)S49-1:11-300-ohnutý-dl.12053+700-HZ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0E817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8A90A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6ABC1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980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9B6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Jazyk-49-R190-dl.10658+700-ČZ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10C95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08B8F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C6479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AF9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354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Theme="majorHAnsi" w:eastAsia="Times New Roman" w:hAnsiTheme="majorHAnsi" w:cs="Times New Roman"/>
                <w:lang w:eastAsia="cs-CZ"/>
              </w:rPr>
            </w:pPr>
            <w:r w:rsidRPr="0037484F">
              <w:rPr>
                <w:rFonts w:asciiTheme="majorHAnsi" w:eastAsia="Times New Roman" w:hAnsiTheme="majorHAnsi" w:cs="Times New Roman"/>
                <w:lang w:eastAsia="cs-CZ"/>
              </w:rPr>
              <w:t>Jazyk-49-R300-dl.13058+700-ČZ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0A91D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892BD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A08D8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42B8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6087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Jazyk-49-R500-dl.16058+700-ČZ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F8EDEA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013D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ABD35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302F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503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Jazyk-49-R760-dl.17858+700-ČZ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EF4F0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B88B1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C8151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9B81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878A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Jazyk-49-R1200-dl.23236+700-ČZ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08F21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3C0CE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B0D5E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E1A6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6BAD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Jazyk-49-C(B)49-1:9-190-ohnutý-dl.9155+700-ČZ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5B1F3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C8D7D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1B178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CDCE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26F4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Jazyk-49-C(B)49-1:9-190-přímý-dl.7443 + 100 -ČZ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43612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F268F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0C52B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B10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EFBE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Jazyk-49-C(B)49-1:11-300-ohnutý-dl.12048+ 100-ČZ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122E3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83223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0148CD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D70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4A4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Jazyk-49-C(B)49-1:11-300-přímý-dl.9722 + 100 -ČZ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849A6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24EFE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3A262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C141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B4CC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Jazyk-R65-R190-dl.10145+700-ČZ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CC943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5F688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6B04C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6DD4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45D6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Jazyk-R65-R300-dl.12125+700-ČZ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AF825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27581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9BBA3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4314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210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Jazyk-R65-R500-dl.14635+700-ČZ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B8FDB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EAA4A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0ADB9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FF0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0D5B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Jazyk-R65-R760-dl.16000+700-ČZ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B4627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33436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C8BD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42AB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7856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Jazyk-R65-R1200-dl.20878+700-ČZ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95688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D6FD8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27AD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C84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92F9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Jazyk-R65-C(B)R65-1:9-190-přímý-dl.7765 + 400 ČZ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C2B23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3C522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45B3F3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66E2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D7B3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Jazyk-R65-C(B)R65-1:9-190-ohnutý-dl.9311+700-ČZ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6D59D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1BFA3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F5A95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DB8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3B81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Jazyk-R65-C(B)R65-1:11-300-přímý-dl.9330 + 450 -ČZ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8B03D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1FC1C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37E2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02DD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5B35F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Jazyk-R65-C(B)R65-1:11-300-ohnutý-dl.12047+ 1300 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32530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A7BE2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B9EFD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326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E83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Jazyk-R65-R190-dl.10145+700-HZ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106CC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628F07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54B951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DD8E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E62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Jazyk-R65-R300-dl.12125+700-HZ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B40D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870E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6CB4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33F5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1B7F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Jazyk-R65-R500-dl.14635+700-HZ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BC0E0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73B17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DD08D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CD18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F3C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Jazyk-R65-R760-dl.16000+700-HZ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96EB6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D0F84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B171A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4814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FC6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Jazyk-R65-R1200-dl.20878+700-HZ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31AD3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CEF5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FFD36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324C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60CA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Jazyk-R65-C(B)R65-1:9-190-přímý-dl.7765 + 400 -HZ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A13FC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17D96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38B93A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5F7C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FBB8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Jazyk-R65-C(B)R65-1:9-190-ohnutý-dl.9311+700-HZ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E9036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34617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CC32B7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58E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AF9E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Jazyk-R65-C(B)R65-1:11-300-přímý-dl.9330 + 450 -HZ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B1A29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B6E02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F9BD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642A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C7C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Jazyk-R65-C(B)R65-1:11-300-ohnutý-dl.12047+1300-HZ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57DF3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1BAE4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3E556A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5AE9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760B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Jazyk-60E2-R190-dl.10658+1300-ČZ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F7585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04595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4C8B7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AD10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31EB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Jazyk-60E2-R300-dl.13058+1300-ČZ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6E2C7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ACD73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5C677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C99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2A6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Jazyk-60E2-R500-dl.16058+1300-ČZ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6FBAB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5B7C9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BEFAB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59F9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841A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Jazyk-60E2-R760-dl.17858+1300-ČZ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FC007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AB53E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6A14C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44B7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FF50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Jazyk-60E2-R1200-dl.23236+1300-ČZ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984E2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FC3AD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8D0290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D26B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E1F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Jazyk-60E2-R2500-př-32279-ČZ (1:26,5)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93B65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C814B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2DCC6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6B8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4C5A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Jazyk-60E2A2-R8000/4000-ohn-49150-ČZ (1:33,5)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408C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61112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F7826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4D14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CE92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Jazyk-60E2-C(B)60-1:9-190-přímý-dl.7443 + 100 -ČZ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A97A0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BA1D0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4661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1CD5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F06A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Jazyk-60E2-C(B)60-1:9-190-ohnutý-dl.9155+700-ČZ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EF072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F2AF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A720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D605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5E28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Jazyk-60E2-C(B)60-1:11-300-přímý-dl.9722 + 100 -ČZ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D0A86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D9D40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7BA8C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8DEF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F3A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Jazyk-60E2-C(B)60-1:11-300-ohnutý-dl.12048+100-ČZ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56883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B570F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3F94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06E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DF73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ohnutí (jazyky jednoduchých výhybek)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31689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858B5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22E993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C2A4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D8DA" w14:textId="2C744B95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</w:t>
            </w:r>
            <w:r w:rsidRPr="0037484F">
              <w:rPr>
                <w:rFonts w:eastAsia="Times New Roman" w:cs="Times New Roman"/>
                <w:lang w:eastAsia="cs-CZ"/>
              </w:rPr>
              <w:t>jazyky jednoduchých výhybek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E509D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B79DD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C737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C77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55E24" w14:textId="5BC566F7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</w:t>
            </w:r>
            <w:r w:rsidRPr="0037484F">
              <w:rPr>
                <w:rFonts w:eastAsia="Times New Roman" w:cs="Times New Roman"/>
                <w:lang w:eastAsia="cs-CZ"/>
              </w:rPr>
              <w:t>jazyky jednoduchých výhybek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99835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50688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A70F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BFE9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AF3D" w14:textId="47CC0C8A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A97C7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18E21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D0FD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7390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2C9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Opornice-S49(T)-JT3°-dl.23950+1400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5F95A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FC86E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CFC21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900D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477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Opornice-S49(T)-JT4°-dl.19660+1400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E0600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D0A95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DCCBE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C2C3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A1CD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Opornice-S49(T)-JT5°-dl.16250+1400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11478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F22E0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EF3D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69B5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2CE5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Opornice-S49(T)-JT6°-dl.13055+1400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B3E3F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3D18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FC6AF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212A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40D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Opornice-S49(T)-JT7°-dl.13445+1400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EE96C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1C2BB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90C58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3CFA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2B76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Opornice-S49(T)-JT7°II-dl.9955+1400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C1B91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E576D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B881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6DD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510E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Opornice-S49(T)-JT8°30'-dl.10055+1400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35E17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17FFA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FF3E6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8D9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7976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Opornice-S49(T)-R300-dl.13897+1400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E81C5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93175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3F454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4B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7497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Opornice-S49(T)-OT6°-ohnutá-dl.13055+1400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6A4A1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A9823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9B898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86B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365E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Opornice-S49(T)-OT7°-ohnutá-dl.13445+1400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98382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AF6B6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794B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9C4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7453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Opornice-S49(T)-SOT9°30'-ohnutá-dl.9905+1400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47F40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669734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7D04C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3277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F012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Opornice-S49(T)-SOT10°-ohnutá-dl.8943+1400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EB78E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8AF46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178C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190A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704F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T6°-ohnutá-10280+1400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B6A83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5F0A3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27A9ED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70DE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0B5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T6°-přímá-8850+1400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B553A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C1A24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0DFB6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D328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7CEA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T7°-ohnutá-7850+1400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BF378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C1261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B3253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0547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4A26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Opornice-S49(T)-C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T7°-přímá-7850+1400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2664F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FB352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7FB7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6B8D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EC85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Opornice-S49-R190-dl.11366+1400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B83AB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B2915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3E96D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9A7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EF45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Opornice-S49-R300-dl.13607+1400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E156C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CAAC3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9585F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DD1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96C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Opornice-S49-R500-dl.15886+1400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7A3BA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4FCDC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DEDE7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1EDC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C1EA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Opornice-S49-R760-dl.18605+1400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41807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EAB9F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91DF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4AD4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90EE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Opornice-S49-R1200-dl.24191+1400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8CB88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8F4D3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907412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2EF5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CBE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Opornice-S49-1:5,7-230-ohnutá-dl.10844+1400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982D9E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ED489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D20E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E6D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28B6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S49-1:9-190-přímá-dl.9196+1400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9A15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48117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B913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124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185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S49-1:9-190-ohnutá-dl.10642+1400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DDCCC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05C73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B311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30D2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F1D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</w:t>
            </w:r>
            <w:r w:rsidRPr="0037484F">
              <w:rPr>
                <w:rFonts w:eastAsia="Times New Roman" w:cs="Times New Roman"/>
                <w:lang w:eastAsia="cs-CZ"/>
              </w:rPr>
              <w:t>C(B)S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 xml:space="preserve">49-1:11-300-přímá-dl.12472+700 </w:t>
            </w:r>
            <w:r w:rsidRPr="0037484F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 xml:space="preserve">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48480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0011A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FF16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6650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DDC7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Opornice-S49-C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S49-1:11-300-ohnutá-dl.9290+1400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0E7EF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28BD9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81DEF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3522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2DF0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Kolejnice-S49-</w:t>
            </w:r>
            <w:r w:rsidRPr="0037484F">
              <w:rPr>
                <w:rFonts w:eastAsia="Times New Roman" w:cs="Times New Roman"/>
                <w:lang w:eastAsia="cs-CZ"/>
              </w:rPr>
              <w:t>C(B)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S49-1:11-300-ohnutá-dl.6395+1400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73195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9FD3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B5F65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9C0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285A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Opornice-49-R190-dl.11456+1400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FDE14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B7846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67FCA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439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103A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Opornice-49-R300-dl.13856+1400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95598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99989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9F6F7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9F9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7903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Opornice-49-R500-dl.16856+1400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E378F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A3D14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A0E3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4C0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5EB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Opornice-49-R760-dl.18656+1400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EF78D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FB6D6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1B9A3F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46E3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5797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Opornice-49-R1200-dl.24034+1400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4C2A91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DED5B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0710B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6C4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DD94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S49-1:9-190-přímá-dl.8175+1400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B4570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7B54C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1B1AE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85FE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E9D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S49-1:9-190-ohnutá-dl.9882+1400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A2CD2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A5336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03EC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01F3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9B95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</w:t>
            </w:r>
            <w:r w:rsidRPr="0037484F">
              <w:rPr>
                <w:rFonts w:eastAsia="Times New Roman" w:cs="Times New Roman"/>
                <w:lang w:eastAsia="cs-CZ"/>
              </w:rPr>
              <w:t>C(B)S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49-1:11-300-přímá-dl.12757+700  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1872A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F3836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2EA4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DF9F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B0A0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Opornice-49-C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S49-1:11-300-ohnutá-dl.12791+1400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0CF9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DBC55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5EC9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18B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A0B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Kolejnice-49-</w:t>
            </w:r>
            <w:r w:rsidRPr="0037484F">
              <w:rPr>
                <w:rFonts w:eastAsia="Times New Roman" w:cs="Times New Roman"/>
                <w:lang w:eastAsia="cs-CZ"/>
              </w:rPr>
              <w:t>C(B)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S49-1:11-300-ohnutá-dl.4536+1400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E8232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98E39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CD16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DCA2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1DF8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Opornice-R65-R190-dl.11388+1400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F18832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6C2B7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384F7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40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D32A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Opornice-R65-R300-dl.13709+1400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1C902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D2E21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9218A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E650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65F4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Opornice-R65-R500-dl.16571+1400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015D2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5EF2B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222CA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8345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C51C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Opornice-R65-R760-dl.18605+1400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32B3D2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D4FE0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30E5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A42E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A4F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Opornice-R65-R1200-dl.24191+1400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EA099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7EBD4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96915C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03D2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603A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R65-1:9-190-ohnutá-dl.9961+1400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17612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F7118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8A06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55F0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E41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R65-1:9-190-přímá-dl.8418+1400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FB127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FF2DB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5B13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C2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C957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Opornice-R65-C(B)R65-1:11-300-přímá-dl.12780+700 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FF6FD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7180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39C44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4C5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7E9F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Opornice-R65-C</w:t>
            </w:r>
            <w:r w:rsidRPr="0037484F">
              <w:rPr>
                <w:rFonts w:eastAsia="Times New Roman" w:cs="Times New Roman"/>
                <w:lang w:eastAsia="cs-CZ"/>
              </w:rPr>
              <w:t>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R65-1:11-300-ohnutá-dl.12795+1400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376C1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3A93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0E03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CDB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5231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Kolejnice-R65-C(B)R65-1:11-300-ohnutá-dl.5445+1400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4F102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2A8A7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B32EAB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073D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8F77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Opornice-60E2-R190-dl.11456+1400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1978F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41E67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52BCC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39B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343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Opornice-60E2-R300-dl.13856+1400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200DF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C53F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DE9E6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B6C7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E103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Opornice-60E2-R500-dl.16856+1400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9FE95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C86C2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C0D0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E21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E0E0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Opornice-60E2-R760-dl.18656+1400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BD3C2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B93F5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9875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C29D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E582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Opornice-60E2-R1200-dl.24034+1400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77ABD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08971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DFEC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96DD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844B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Opornice-60E2-R2500-dl.34280+1400 (1:26,5)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504E4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D8166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C42DC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8DDA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126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Opornice-60E2-R4000/8000-ohn-51596+1400 (1:33,5)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8BBD9B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9CB7C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D1D95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F35F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5FB9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</w:t>
            </w:r>
            <w:r w:rsidRPr="0037484F">
              <w:rPr>
                <w:rFonts w:eastAsia="Times New Roman" w:cs="Times New Roman"/>
                <w:lang w:eastAsia="cs-CZ"/>
              </w:rPr>
              <w:t>C(B)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60-1:9-190-přímá-dl.8175+1400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E135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BF2C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89FA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209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96C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</w:t>
            </w:r>
            <w:r w:rsidRPr="0037484F">
              <w:rPr>
                <w:rFonts w:eastAsia="Times New Roman" w:cs="Times New Roman"/>
                <w:lang w:eastAsia="cs-CZ"/>
              </w:rPr>
              <w:t>C(B)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60-1:9-190-ohnutá-dl.9882+1400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521C5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174A4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05B33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EFF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F0CD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Opornice-60E2-C</w:t>
            </w:r>
            <w:r w:rsidRPr="0037484F">
              <w:rPr>
                <w:rFonts w:eastAsia="Times New Roman" w:cs="Times New Roman"/>
                <w:lang w:eastAsia="cs-CZ"/>
              </w:rPr>
              <w:t>(B)60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-1:11-300-přímá-dl.12757+700  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DCDD4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222E6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BF0A3F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FFEA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8959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Opornice-60E2-C</w:t>
            </w:r>
            <w:r w:rsidRPr="0037484F">
              <w:rPr>
                <w:rFonts w:eastAsia="Times New Roman" w:cs="Times New Roman"/>
                <w:lang w:eastAsia="cs-CZ"/>
              </w:rPr>
              <w:t>(B)60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-1:11-300-ohnutá-dl.12791+1400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3FD50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DBCA6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57EF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0013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A9E6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Kolejnice-60E2-</w:t>
            </w:r>
            <w:r w:rsidRPr="0037484F">
              <w:rPr>
                <w:rFonts w:eastAsia="Times New Roman" w:cs="Times New Roman"/>
                <w:lang w:eastAsia="cs-CZ"/>
              </w:rPr>
              <w:t>C(B)60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-1:11-300-ohnutá-dl.4536+1400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2AA01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4C7CA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8679E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A49F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3BF13" w14:textId="623647BE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</w:t>
            </w:r>
            <w:r w:rsidR="00303802" w:rsidRPr="0037484F">
              <w:rPr>
                <w:rFonts w:eastAsia="Times New Roman" w:cs="Times New Roman"/>
                <w:lang w:eastAsia="cs-CZ"/>
              </w:rPr>
              <w:t>hnutí/transformace (opornice jednoduchých výhybek)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0626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0F2E1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AF75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5D6B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3F51" w14:textId="190F9362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7484F">
              <w:rPr>
                <w:rFonts w:eastAsia="Times New Roman" w:cs="Times New Roman"/>
                <w:lang w:eastAsia="cs-CZ"/>
              </w:rPr>
              <w:t>(opornice jednoduchých výhybek)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05EFC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CC679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14D62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096E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9E799" w14:textId="7D65E419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</w:t>
            </w:r>
            <w:r w:rsidRPr="0037484F">
              <w:rPr>
                <w:rFonts w:eastAsia="Times New Roman" w:cs="Times New Roman"/>
                <w:lang w:eastAsia="cs-CZ"/>
              </w:rPr>
              <w:t>(opornice jednoduchých výhybek)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669D9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6B88ED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4A049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FF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8C4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Srdcovka-S49(T)-JT-3°-ZP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D1D68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1EC60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EF9F86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BDA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EDDF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Srdcovka-S49(T)-JT-4°-ZP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D71B5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417A3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2DA74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A72C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16E4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Srdcovka-S49(T)-JT-5°-ZP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8109B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5E7C7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D184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393E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DFC0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Srdcovka-S49(T)-JT-6°-ZP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6B779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D768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AD90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9742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8911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Srdcovka-S49(T)-JT-7°-ZP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F418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62ADA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A5C25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6AF4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ED23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Srdcovka-S49(T)-JT-8°30'-ZP 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D3744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1FA72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872C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5469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19DE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Srdcovka-S49(T)-JT-1:9-300-ZP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E4076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FCDBC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6152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4BC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6452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Srdcovka-S49(T)-ST-9°30'-ZP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38477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1B10D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395C9C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3EB2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1C5B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Srdcovka-S49(T)-ST-10°-ZP 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FB937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5511B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01D89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0D3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6F81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srdcovka-S49(T)-CT-6°-DZP + 100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C8163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084A7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211D4C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21D8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2896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srdcovka-S49(T)-CT-7°-DZP + 100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0DD5F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D70CC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816D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DCA9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B27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Srdcovka-S49(T) - DKS T12°-ZP+1400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B5595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3258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18BBD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49C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BA1D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Srdcovka-S49-1:6,6-190-ZP+1400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7DAE4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945BA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180D5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8FE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2B45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Srdcovka-S49-1:7,5-190-ZP+2600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0E4D3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B62E3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33043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555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8D3E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Srdcovka-S49-1:9-190-ZP+1400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9666B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EE4E0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78707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6280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B1B5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Srdcovka-S49-1:9-300-ZP+1400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43CC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143D7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EF6A5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78A5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351C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Srdcovka-S49-1:11-300-ZP+1400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25D44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4E7BF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B215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5E3C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0093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Srdcovka-S49-1:12-500-ZP+2600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A1E0DC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031E6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8011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375B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84F9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Srdcovka-S49-1:14-760-ZP+1400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4831B3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B7FD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7D321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52D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1AB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Srdcovka-S49-1:18,5-1200-ZP+ 1400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B3783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17884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4B99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F3C7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04FA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Srdcovka-S49-1:5,7-230-ZP+1400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EC245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39F3D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2E0B3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1388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8EA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Srdcovka-S49-DKSS49-1:9-190-4,75m-ZPN+1400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C8519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EF30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48DD6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2D1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927A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Srdcovka-S49-DKSS49-1:9-190-4,75m-ZP-(PKK)+1400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B2BFA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704E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4A67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61D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AF09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Srdcovka-S49-DKSS49-1:9-190-4,75m-ZP(zdvoj.ú)+1400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4D6E6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916E8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A3FC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5B27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B8B9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Srdcovka-S49-DKSS49-1:9-190-4,75m-ZP(zdvoj.ú,PKK)+1400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A7FBD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7495C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A29F4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C769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F013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Srdcovka-S49-DKSS49-1:9-190-5m-ZP+1400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6E337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B9DEB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7411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422A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166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Srdcovka-S49-DKSS49-1:9-190-5m-ZP(zdvoj.ú)+1400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5690D6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3438C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67E42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02D1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EA8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Srdcovka-S49-DKSS49-1:11-300-4,75m-ZPN+1400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5734C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8F74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B84D20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23F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3BC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Srdcovka-S49-DKSS49-1:11-300-4,75m-ZP-(PKK)+1400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632FF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33D52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8E4D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AD58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E543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Srdcovka-S49-DKSS49-1:11-300-4,75m-ZP(zdvoj.ú)+1400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DD28AD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253C7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F078F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0074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4705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Srdcovka-S49-DKSS49-1:11-300-4,75-ZP(zdvoj.ú,PKK)+1400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C64D8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9966C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993A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4DFA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4A17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Srdcovka-S49-DKSS49-1:11-300-5m-ZPN+1400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4455D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9DBE4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62B5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62DB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CBC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9797D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A9DBD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F9B84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1EC5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3B2B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Srdcovka-S49-DKSS49-1:11-300-5-ZP(zdvoj.ú)+1400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CD22A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B63AC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DD5B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FBA1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3AC1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Srdcovka-S49-DKSS49-1:11-300-5-ZP(zdvoj.ú,PKK)+1400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5E127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F6A32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7E45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F6C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E833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Srdcovka-S49-KS49-1:4,5-ZP+1400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2CBB0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100AE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D1540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DC6C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EA74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Srdcovka-S49-KS49-1:5,5-ZP+1400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F49F5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90D3A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58536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6D7F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7417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Srdcovka-S49-KS49-1:7,5-ZP+1400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1686C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3D94E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42EE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DB5D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62D3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Srdcovka-S49-KS49-1:9-ZP+1400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8223C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A2452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E9849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AA3E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E54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Srdcovka-S49-KS49-1:11-ZP+1400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AFBBF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CC1D9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050F38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5DA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DC44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Srdcovka-S49-KS49-18°35´09,31´´-ZP+1400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0EE3B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4348E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3C685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56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4A7F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Srdcovka-S49-KS49-7°26´24´´-ZP+1400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BC2D1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1A58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C8AC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96ED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F565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Srdcovka-S49-KS49-19°01´14,65´´-ZP+1400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B07F6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1481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1EFEB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5D12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6535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Srdcovka-S49-KS49-7°01´24´´-ZP+1400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A8CA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5E7E4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D2CB8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DE68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0B5C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srdcovka-S49-C(B)S49-1:9-190-DZP+200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EBA2F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D78C4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90ABC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D63B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6CC4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srdcovka-S49-DKSS49-1:9-190-4,75(5)+1400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66A79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390F3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45761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DCD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B901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srdcovka-S49-DKSS49-1:11-300-4,75-DZP+1400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F3FC4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21160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9F62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5FC8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89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srdcovka-S49-DKSS49-1:11-300-5-DZP+1400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AF555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6A2F2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8AC62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2F8D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1024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srdcovka-S49-1:3,75-DZP (KS49-1:7,5)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325F0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7355B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D1E1A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AE11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40A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srdcovka-S49-KS49-1:4,5-DZP+1400 (KS49-1:9)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936EE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12CBB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93CA1E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DA71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FFCEA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srdcovka-S49-KS49-1:4,5-DZP+1400 (KS49-1:4,5)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A7F0C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CDC64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462A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B19E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220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srdcovka-S49-KS49-1:5,5-DZP+1400 (KS49-1:5,5)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D0785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A447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22E9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1D9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F1F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srdcovka-S49-KS49-18°35´09,31´´-DZP+1400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DF0DC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1FDB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6F2B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FBA1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5F9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srdcovka-S49-KS49-7°01´24´´-DZP+1400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C9106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86E0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AE2E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0E1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C712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srdcovka-S49-KS49-7°26´24´´-DZP+1400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1DAA0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10A59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2D54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CDD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B7E0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srdcovka-S49-KS49-19°01´14,65´´-DZP+1400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AE140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44243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FA4E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3D4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238A" w14:textId="5D3F25A4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2C2EF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1183C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0958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F32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8BDE3" w14:textId="5F310194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99997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A02DC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3270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60B1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203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0EE0" w14:textId="06566523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2B96F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4A873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BB863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7FE5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636D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Hrot-S49-1:7,5-190-hlavní-dl.2342+700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619B2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8A465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A2310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86E4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C9C3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Hrot-S49-1:7,5-190-příložný-dl.1789+700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D11F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B81C5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56A11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5B27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B69A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Hrot-S49-1:7,5-190-hlavní-dl.2326+700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E1D66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EB355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3CFFC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F5C7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C9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Hrot-S49-1:7,5-190-příložný-dl.1815+700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CC62D8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CCE09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616CC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06F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E7C7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Hrot-S49-1:9-190-hlavní-dl.4182+700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DA988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1B74E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F87CC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80A5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11D2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Hrot-S49-1:9-190-příložný-dl.3565+700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857EC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09B5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E85A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00D2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69C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Hrot-S49-1:9-190-hlavní-dl.4165+700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1AD9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1208C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C01D82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657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A443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Hrot-S49-1:9-190-příložný-dl.3443+700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D708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7E795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3E802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DF9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800D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Hrot-S49-1:9-300-hlavní-dl.4480+700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1445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A8844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EBBE3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4CAC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3691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Hrot-S49-1:9-300-příložný-dl.3779+700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027CE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7F827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788D3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62C8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83F9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Hrot-S49-1:9-300-hlavní-dl.4460+700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6C754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DCBE9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62849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DB6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0387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Hrot-S49-1:9-300-příložný-dl.3621+700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63079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272E4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3AC0A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A06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B35F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Hrot-S49-1:11-300-hlavní-dl.4820+700 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428D0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289A1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0D66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5AF5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40FC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Hrot-S49-1:11-300-příložný-dl.4073+700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0EB64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73082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81FB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0503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46C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Hrot-S49-1:11-300-hlavní-dl.4801+700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1FC5A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EE140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B6FD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26E6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2061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Hrot-S49-1:11-300-příložný-dl.4073+700</w:t>
            </w:r>
            <w:r w:rsidRPr="0037484F">
              <w:rPr>
                <w:rFonts w:eastAsia="Times New Roman" w:cs="Times New Roman"/>
                <w:color w:val="FF0000"/>
                <w:lang w:eastAsia="cs-CZ"/>
              </w:rPr>
              <w:t xml:space="preserve"> </w:t>
            </w:r>
            <w:r w:rsidRPr="0037484F">
              <w:rPr>
                <w:rFonts w:eastAsia="Times New Roman" w:cs="Times New Roman"/>
                <w:lang w:eastAsia="cs-CZ"/>
              </w:rPr>
              <w:t>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D05B5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4C571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85554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B9B0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17937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Hrot-S49-1:12-500-hlavní-dl.5676+700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821FD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60C577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EDBC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4D90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051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Hrot-S49-1:12-500-příložný-dl.4611+700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7BF1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DA0B3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08DC6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A1C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0AF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Hrot-S49-1:12-500-hlavní-dl.4476+700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78893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35A50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B2F1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C339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4B97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Hrot-S49-1:12-500-příložný-dl.3380+700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5D0BE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9DD9A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8E0A7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1A07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243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Hrot-S49-1:14-760-hlavní-dl.8324+700 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3724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7B2FA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DC6960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A9DC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39DC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Hrot-S49-1:14-760-příložný-dl.7374+700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C7D3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04D0A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AD12D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5625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A12A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Hrot-S49-1:18,5-1200-hlavní-dl.7327+700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4BB28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08C74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F5773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2BD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FB21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Hrot-S49-1:18,5-1200-příložný-dl.5460+700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5F23A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E7593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F5C6A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1C0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1488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 SS49-1:5,7-230-hlavní-dl.2184+700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C79C1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BBD16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C2065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B12C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BDB9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 SS49-1:5,7-230-příložný-dl.1660+700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75244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FC7BA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5B240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BE8B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B538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Hrot-S49-C(B)S49-1:9-190-dl.1448+400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3F36F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2D211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9C038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214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BC55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Hrot-S49-DKSS49-1:9-190-hlavní-4780+700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7F551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EFC75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6186A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7D1B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56A0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Hrot-S49-DKSS49-1:9-190-hlavní-5307+700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01042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08364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83DB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BA64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730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Hrot-S49-DKSS49-1:9-190-příložný-4697+700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BA48F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8D9B1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1846F6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87EFF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D173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Hrot-S49-DKSS49-1:9-190-hlavní-4354+700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3F8B7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D5435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D92841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2178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235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EA6B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Hrot-S49-DKSS49-1:9-190-příložný-4049+700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8D6A5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3501C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E2E93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23AC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993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Hrot-S49-DKSS49-1:9-190-hlavní-5486+700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60F5E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C567D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A3310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216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E24F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Hrot-S49-DKSS49-1:9-190-příložný-5181+700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FFDDD1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16C93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16589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D90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1D78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Hrot-S49-DKSS49-1:11-300-hlavní-6160+700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F6905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0B3C5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BA10D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EF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0101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Hrot-S49-DKSS49-1:11-300-hlavní-5807+700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269DD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815C2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AC740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5414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52E1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Hrot-S49-DKSS49-1:11-300-příložný-5436+700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05C2C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0F373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4E549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74B0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67D5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Hrot-S49-DKSS49-1:11-300-hlavní-7188+700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939A7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98DC7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30EF4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EED0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91CA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Hrot-S49-DKSS49-1:11-300-příložný-6817+700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BC57E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8637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69ED8F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FDE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C81C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Hrot-S49-KS49-1:4,5-hlavní-2510+700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1C6B1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4628F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2FDB11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61C8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162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Hrot-S49-KS49-1:4,5-příložný-2205+700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07BFB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528D2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A08F39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F815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CDF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Hrot-S49-KS49-1:5,5-hlavní-3135+700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F44CE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37216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1882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6924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7335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Hrot-S49-KS49-1:5,5-příložný-2764+700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DA7B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B1B27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BFEFDD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371B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838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Hrot-S49-KS49-1:7,5-hlavní-2555+700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EC493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C23F3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E0B8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DD0A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9F6B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Hrot-S49-KS49-1:7,5-příložný-1916+700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1BEF3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B4745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B512B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000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4912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Hrot-S49-KS49-1:5,5-3270+700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9707B3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342A8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C09F7B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3E4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0B7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Hrot-S49-KS49-1:7,5-1345+700 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5E482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6036A1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255B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9E3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838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Hrot-S49-KS49-1:9-1448+700 pouze ze širokopatních kolejnic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D0E2E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9DD5F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C0A46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A0B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BBCE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křídlová-S49-1:7,5-190-dl.3748+700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9AEE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A9F24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1A8D3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BAA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7FA6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křídlová-S49-1:7,5-190-dl.3748+700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2DE63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E5603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A0DF4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7845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C7C5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křídlová-S49-1:7,5-190-dl.3870+700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1A9F6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62C43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3A495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C604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62AA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křídlová-S49-1:9-190-dl.3979+700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00397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A9656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7BF0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DB0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E39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křídlová-S49-1:9-190-dl.3979+700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71640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1785F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51CFDF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1308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846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křídlová-S49-1:9-190-dl.4200+700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6A3E7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EADC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18960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7012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3557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křídlová-S49-1:9-300-dl.6045+700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F3519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8EA62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4A7EE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6EC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58DC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křídlová-S49-1:9-300-dl.6045+700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7BE73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61717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F006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439B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7FA3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křídlová-S49-1:9-300-dl.6063+700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27527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949A4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D3CF3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87F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3F7A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křídlová-S49-1:11-300-dl.5282+700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DFC0B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F1158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D40F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050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045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křídlová-S49-1:11-300-dl.5282+700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703DA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F8F4C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7005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36FB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FE5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křídlová-S49-1:11-300-dl.5368+700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46823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FDECB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32B7F6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CD64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4432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křídlová-S49-1:12-500-dl.7200+700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91B47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C43B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838E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4884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E276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křídlová-S49-1:12-500-dl.7197+700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295E3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0F999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2133F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706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266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1C43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křídlová-S49-1:14-760-dl.12876+700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6822C4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EA859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79B16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6D01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lastRenderedPageBreak/>
              <w:t>267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80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křídlová-S49-1:18,5-1200-dl.7500+700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E1397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67216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5034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7AAB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CF05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křídlová-SS49-1:5,7-230-dl.8698+700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1D2CD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4E423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14F0B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E19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3ED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křídlová-SDKSS49-1:9-190-dl.3349+700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7546D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2B02B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74EE4D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7C9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488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křídlová-SDKSS49-1:9-190-dl.3979+700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B457A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94676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FAEE1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E7FA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DD5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křídlová-SDKSS49-1:9-190-dl.5750+700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D21FA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14593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E6C7EE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972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C99A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křídlová-SDKSS49-1:9-190-dl.5525+700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C0218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D3A4F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7ED6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D68B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6230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křídlová-SDKSS49-1:9-190-dl.3179+700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6B478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A484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5238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85AF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7C8B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křídlová-SDKSS49-1:9-190-dl.2741+700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6B294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1AA5A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66044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67D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C996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křídlová-SDKSS49-1:11-300-dl.7263+700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154A5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D21AF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7260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B2A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9E2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křídlová-SDKSS49-1:11-300-dl.8875+700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2746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D3ABC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E961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147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E587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křídlová-SDKSS49-1:11-300-dl.6224+700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D3C7C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A4309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4ECD9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AF2B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DEAC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křídlová-SDKSS49-1:11-300-dl.10497+700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C5037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2343C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F085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84F6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B481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křídlová-SDKSS49-1:11-300-dl.4667+700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393EC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29F03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F0DCB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B122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4FB1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křídlová-SDKSS49-1:11-300-dl.2855+700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20E09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55E9A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A6132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614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36E4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křídlová-SDKSS49-1:11-300-dl.5751+700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BA8E4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F231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2FD8A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D95F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635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křídlová-KS49-1:4,5-dl.3179+700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3504C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0409E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63E53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C0D8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036E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křídlová-KS49-1:5,5-dl.6244+700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96C38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D7C31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FE255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C61D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D0A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křídlová-KS49-1:7,5-dl.3180+700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AB2BB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B933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62346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A641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09F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křídlová-KS49-1:7,5-dl.5368+700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A1132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67E75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35EB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6EA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F7E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kolenová-S49-dl.2914+1400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DE577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CD68A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F0C2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DC80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01BC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kolenová-S49-dl.9612+1400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76433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FE39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1F9DC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47C0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5EA2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kolenová-S49-dl.12325+1400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95F34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A2BB5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198C9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F3FA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C9A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kolenová-S49-dl.6540+1400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ABB33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068E9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6D473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49F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0A3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kolenová-S49-dl.2707+1400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F01D3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9E494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33B7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2B5F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BB78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kolenová-S49-dl.2914+1400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65C4DA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1B951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CD98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5A7C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2020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kolenová-S49-dl.6552+1400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3417F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872CC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598F7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06C4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B1C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Kolejnice kolenová-S49-CS49-1:11-300-dl.6410+400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0E869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4D44E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95CC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77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AEAA" w14:textId="47B87347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T</w:t>
            </w:r>
            <w:r w:rsidR="00303802" w:rsidRPr="0037484F">
              <w:rPr>
                <w:rFonts w:ascii="Verdana" w:eastAsia="Times New Roman" w:hAnsi="Verdana" w:cs="Times New Roman"/>
                <w:lang w:eastAsia="cs-CZ"/>
              </w:rPr>
              <w:t>ransformace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(kolejnic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C5A44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3BD63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02DA77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FBC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B2F9" w14:textId="62DFCD37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P</w:t>
            </w:r>
            <w:r w:rsidR="00303802" w:rsidRPr="0037484F">
              <w:rPr>
                <w:rFonts w:ascii="Verdana" w:eastAsia="Times New Roman" w:hAnsi="Verdana" w:cs="Times New Roman"/>
                <w:lang w:eastAsia="cs-CZ"/>
              </w:rPr>
              <w:t>erlitizace většího rozsahu, než je základní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(kolejnic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7BBE6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44DF0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5D0A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EBE2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2896F" w14:textId="65BD5284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V</w:t>
            </w:r>
            <w:r w:rsidR="00303802" w:rsidRPr="0037484F">
              <w:rPr>
                <w:rFonts w:ascii="Verdana" w:eastAsia="Times New Roman" w:hAnsi="Verdana" w:cs="Times New Roman"/>
                <w:lang w:eastAsia="cs-CZ"/>
              </w:rPr>
              <w:t>ětší prodloužení, než je základní</w:t>
            </w:r>
            <w:r>
              <w:rPr>
                <w:rFonts w:ascii="Verdana" w:eastAsia="Times New Roman" w:hAnsi="Verdana" w:cs="Times New Roman"/>
                <w:lang w:eastAsia="cs-CZ"/>
              </w:rPr>
              <w:t xml:space="preserve"> (kolejnic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6F2C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1B9C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CA41A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3BAA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425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Srdcovka-R65-1:7,5-190-ZP+2600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E7902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91DBA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ED759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B25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298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7B79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ascii="Verdana" w:eastAsia="Times New Roman" w:hAnsi="Verdana" w:cs="Times New Roman"/>
                <w:lang w:eastAsia="cs-CZ"/>
              </w:rPr>
            </w:pPr>
            <w:r w:rsidRPr="0037484F">
              <w:rPr>
                <w:rFonts w:ascii="Verdana" w:eastAsia="Times New Roman" w:hAnsi="Verdana" w:cs="Times New Roman"/>
                <w:lang w:eastAsia="cs-CZ"/>
              </w:rPr>
              <w:t>Srdcovka-R65-1:9-190-ZP+1400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57ABDA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CA602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1FC0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92A4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299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88B3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Srdcovka-R65-1:9-300-ZP+1400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717C2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B4760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CC67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5754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0429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Srdcovka-R65-1:11-300-ZP+1400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66632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F5DA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E35FA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BEC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EA9D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Srdcovka-R65-1:12-500-ZP+2600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65826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4799C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4778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726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9241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Srdcovka-R65-1:14-760-ZP+1400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D993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0790B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6162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ED5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64CB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Srdcovka-R65-1:18,5-1200-ZP+1400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1AC28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A4B2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1C16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E15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9A31A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Srdcovka-R65-DKSR65-1:9-190-4,75m-ZP+1400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70AAF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5C906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30F0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ECF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4BF0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Srdcovka-R65-DKSR65-1:9-190-4,75m-ZP-(PKK)+1400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631870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16BBD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083C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4116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C066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Srdcovka-R65-DKSR65-1:9-190-4,75-ZP(zdvoj.ú,PKK)+1400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3DF4B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E2920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ADA6E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6A86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86EE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Srdcovka-R65-DKSR65-1:9-190-5m-ZP+1400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FB2B5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EFDA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47AA72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90E1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D585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C334A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C8FC0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5218E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BB65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E4D3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Srdcovka-R65-DKSR65-1:9-190-5-ZP(zdvoj.ú,PKK)+1400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261B4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F0CE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D00FF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1AA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7747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Srdcovka-R65-DKSR65-1:11-300-4,75m-ZPN+1400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DCF61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D9B4F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D1DFE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BA88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D7B8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Srdcovka-R65-DKSR65-1:11-300-4,75m-ZP-(PKK)+1400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C8589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FB3FF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B2BB3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6FCA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76FC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Srdcovka-R65-DKSR65-1:11-300-4,75m-ZP(zdvoj.ú)+1400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A9033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ECEC2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FD31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1371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A613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Srdcovka-R65-DKSR65-1:11-300-4,75-ZP(zdvoj.ú,PKK)+1400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E147B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89EAB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2EA1F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8BC1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3F6B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Srdcovka-R65-DKSR65-1:11-300-5m-ZPN+1400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B8CFE8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0D93C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3E83D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BB55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85BE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Srdcovka-R65-DKSR65-1:11-300-5m-ZP-(PKK)+1400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EAF84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436E3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28773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E109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ED1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Srdcovka-R65-DKSR65-1:11-300-5m-ZP(zdvoj.ú)+1400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7B21D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CEFB3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AA2E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3242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E65A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Srdcovka-R65-DKSR65-1:11-300-5-ZP(zdvoj.ú,PKK)+1400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CE72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166EE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F4B27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1300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7A8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Srdcovka-R65-KR65-1:4,5-ZP+1400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08FA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89FE7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550B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03E4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1ED9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Srdcovka-R65-KR65-1:5,5-ZP+1400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D5210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60316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A702D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40C7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02AF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Srdcovka-R65-KR65-1:7,5-ZP+1400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FC525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EFB7E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FC5C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CE3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44AF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srdcovka-R65-C(B)R65-1:9-190-DZP+1400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8C623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A076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24E63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EACC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8352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srdcovka-R65-DKSR65-1:9-190-4,75(5)-DZP+1400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DAE1B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131D0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DEB53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06F8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332E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srdcovka-R65-DKSR65-1:11-300-5-DZP+1400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C4D63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5A869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A6D7E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54DD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8E8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srdcovka-R65-DKSR65-1:11-300-4,75-DZP+1400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E39E5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3F675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EAD20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D04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D006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srdcovka-R65-KR65-1:7,5-DZP+1400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F152E8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A608D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D4AB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0415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8BEB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srdcovka-R65-KR65-1:4,5-DZP+1400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6A41B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67AFE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ACD12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7D14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3D11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srdcovka-R65-KR65-1:5,5-DZP+1400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BD9C38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2E562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485FCB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129C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C71E3" w14:textId="2C15AEF1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79ECF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841E2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ED390A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CA8A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F2D71" w14:textId="3BF2E161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1F1DE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CBA05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FB484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26A4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51F48" w14:textId="42095907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2DDEB0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8ECF5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C3B4B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FE18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331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BEBC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Hrot-R65-1:7,5-190-hlavní-dl.1870+700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52300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094F7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30DB66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28BB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812C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Hrot-R65-1:7,5-190-příložný-dl.1285+700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742D0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F091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7D4C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6CE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B71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Hrot-R65-1:9-190-hlavní-dl.3659+700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791F5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B302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7F427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9E1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4465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Hrot-R65-1:9-190-příložný-dl.3000+700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7ADA2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1021F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7FB16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A200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B575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Hrot-R65-1:9-300-hlavní-dl.3887+700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E2009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3C865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47771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02EE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4DFA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Hrot-R65-1:9-300-příložný-dl.3150+700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E44A2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FCACA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E08F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3EE1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13D9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Hrot-R65-1:9-300-příložný-dl.3156+700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03EEB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EACDA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833EA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4E48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09CB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Hrot-R65-1:11-300-hlavní-dl.4181+700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B8C16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DFF9E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4EA25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772C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BC5B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Hrot-R65-1:11-300-hlavní-dl.4292+700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6BD90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712D7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CDEA08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299E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7148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Hrot-R65-1:11-300-příložný-dl.3378+700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DC32B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91CFD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63EFA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2256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1B4A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Hrot-R65-1:11-300-hlavní-dl.7011+700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1BB15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6F7EE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C41C7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ED3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721F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Hrot-R65-1:11-300-příložný-dl.6237+700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EFF70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E379C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6B49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4D22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F029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Hrot-R65-1:11-300-hlavní-dl.5500+700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939F0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484AD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B6C3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E2C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FBAA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Hrot-R65-1:11-300-příložný-dl.5098+700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27522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88A88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C070CE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3BA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B43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Hrot-R65-1:11-300-příložný-dl.6709+700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759B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EBB18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8615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F59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860C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Hrot-R65-1:11-300-hlavní-dl.6881+700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F4CBD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3C61E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8003E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8E7D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450B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Hrot-R65-1:11-300-příložný-dl.6480+700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6A771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67A7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B34DD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168A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915C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Hrot-R65-1:12-500-hlavní-dl.3713+700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84585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3DE98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34F21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C6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A3AC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Hrot-R65-1:12-500-příložný-dl.2768+700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0D31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3C026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D3697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88A4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1CB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Hrot-R65-1:14-760-hlavní-dl.7512+700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E41D7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4ADE1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4821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165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537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 R65-1:14-760-příložný-dl.6343+700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6C0D8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50793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513BE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7095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E309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Hrot-R65-1:18,5-1200-hlavní-dl.6209+700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BBC0F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E78E7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73137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E51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47B3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Hrot-R65-1:18,5-1200-příložný-dl.4556+700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77D6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5D9D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E280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E171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7BD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Hrot-S49-DKSS49-1:9-190-hlavní-4334+700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7A8E6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B6122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54DE4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56D7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4E19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Hrot-S49-DKSS49-1:9-190-příložný-3702+700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7E5D2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C792B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B1BCC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1566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BFE1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Hrot-R65-DKSR65-1:11-300-dl.6126+700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0E8D7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551BE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93DED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5E4F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D1B6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Hrot-R65-DKSR65-1:11-300-dl.4650+700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F0182E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06D59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30C01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0F54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F3A8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Kolejnice křídlová-R65-1:7,5-190-dl.3735+700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C61A2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E6F9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1A5CB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AD0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9A25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křídlová-R65-1:9-190-dl.6895+700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15A08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BC020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B6E6F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0278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92A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křídlová-R65-1:9-190-dl.4909+700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582A1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539B0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B5AE5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0D76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A54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křídlová-R65-1:9-300-dl.6340+700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715F9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6E024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49580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4C75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E16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křídlová-R65-1:9-300-dl.6340+700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D2E84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24F14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E89BF5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14E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363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6C92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křídlová-R65-1:9-300-dl.6550+700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5EA23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82372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1294A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E11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6D04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křídlová-R65-1:11-300-dl.5050+700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20697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7ACCE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6B8B4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A38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95C7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křídlová-R65-1:11-300-dl.5050+700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DDEBF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B276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67761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B568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05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křídlová-R65-1:11-300-dl.5400+700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C19572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31AA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149B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94D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0B39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křídlová-R65-1:11-300-dl.4360+700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36381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139A5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7FD8BF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B2D0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B8A8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křídlová-R65-1:11-300-dl.5700+700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0E903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BEB39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A86F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04FC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BAE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křídlová-R65-1:11-300-dl.6900+700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DCAE9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230CA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B5E72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03A7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027E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křídlová-R65-1:11-300-dl.8050+700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E66FC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5AEFF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A9843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16AA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57E6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křídlová-R65-1:11-300-dl.9082+700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69E36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A8BE4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CB54F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4FE1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D88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křídlová-R65-1:12-500-dl.6895+700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A4806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DEA77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D5CA0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7BF0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76E7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křídlová-R65-1:14-760-dl.12674+700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14C02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1CE04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696AD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4698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0301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křídlová-R65-1:18,5-1200-dl.7593+700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828F7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C7AF2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F9B50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6746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B7E1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křídlová-KR65-1:4,5-dl.5150+700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20EB8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F89C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AB8D4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FDF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42D1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křídlová-KR65-1:5,5-dl.5119+700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33A99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FD1F6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40B7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7161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62BA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křídlová-KR65-1:7,5-dl.3290+700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F6206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44FA3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AE402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0EC7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CF31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křídlová-KR65-1:11-dl.5368+700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45987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F7A79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E4485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2E51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CA7D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kolenová-R65-dl.5722+1400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30755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12835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2707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DFF5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9557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kolenová-R65-dl.9368+1400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DFA9A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7CC1E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87725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CBC7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637B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kolenová-R65-dl.2710+1400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F4E45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E99F0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65FAF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A4B6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C439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kolenová-R65-dl.6552+1400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695A5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BB595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75F1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B30F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5E1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kolenová-R65-CR65-1:9-190-dl.3110+1400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43C91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8723D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5613F8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6F1D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96B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kolenová-R65-CR65-1:11-300-dl.5445+1400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4AFA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7ED2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A7759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FB82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85EE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kolenová-R65-DKSR65-1:11-300-dl.12323+1400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BE6AC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128B5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C819FD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CAE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5BD6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kolenová-R65-DKSR65-1:11-300-dl.9368+1400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212A0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56658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815A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D027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4A4D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kolenová-R65-DKSR65-1:9-190-dl.8208+1400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25820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F96AC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EFE5B6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3ACD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B020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kolenová-R65-DKSR65-1:11-300-dl.8423+1400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D8E64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06628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A2EAE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5B5D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EC1F" w14:textId="6EDC410D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(kolejnic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F8342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F4D22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720F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A703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F1172" w14:textId="7F8FC375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(kolejnic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AD0FD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4490C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77D6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88F3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ADF83" w14:textId="42D3D0B2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(kolejnic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C3D76C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02E0D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C098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AF1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0F8D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Srdcovka-S49-1:7,5-190-SK I+2 600mm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28206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6F313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E24B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883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CF36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Srdcovka-S49-1:9-190-SK I+1 400mm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72558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476B0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8F9A9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5CA2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85A8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Srdcovka-S49-1:9-300-SK I+1 400mm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A7027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16FD2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5E9FC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EADF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395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4699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Srdcovka-S49-1:11-300-SK I+1 400mm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A4B58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D4E1D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C5A4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883D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6197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Srdcovka-S49-1:12-500-SK I+ 2 600mm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EB753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FDC04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5C35B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84A6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A6B2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Srdcovka-S49-1:14-760-SK I+1 400mm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53D203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0AAE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9517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D1F7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D5CF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Srdcovka-S49-1:18,5-1200-SK I+1 400mm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0555A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B428F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71523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BB0F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399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03B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Srdcovka-S49-1:7,5-190-SK+2 600mm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5DA686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E4802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5F3C6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601D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CDF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Srdcovka-S49-1:9-190-SK+1 400mm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950DB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3B34A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45BB4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E6BC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8A78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Srdcovka-S49-1:9-300-SK+1 400mm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5EB1E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DC44B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62E7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C07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CBDB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Srdcovka-S49-1:11-300-SK+1 400mm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46E95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71F8C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D56EAA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4E80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740F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Srdcovka-S49-1:12-500-SK+ 2 600 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5D53D4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9D4B1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F9881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4EA1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B9D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Srdcovka-S49-1:14-760-SK+1 400mm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9A25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ACDC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E7CC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064C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006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Srdcovka-S49-1:18,5-1200-SK+1 400mm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E8698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24694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389F1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949B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B896" w14:textId="6C0C235C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1F3A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1F519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37E69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2F86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0114F" w14:textId="3C1D1548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A4DCA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B14A5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61D94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39CD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599EE" w14:textId="6369CEE9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S49)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AF42E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A5C90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03171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2969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73B80" w14:textId="7407472F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</w:t>
            </w:r>
            <w:r w:rsidR="00303802" w:rsidRPr="0037484F">
              <w:rPr>
                <w:rFonts w:eastAsia="Times New Roman" w:cs="Times New Roman"/>
                <w:lang w:eastAsia="cs-CZ"/>
              </w:rPr>
              <w:t xml:space="preserve">ouprava pro srdcovku: 1:7,5-190 a 1:9-190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E27CE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DDCCB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C00A4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9B76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CDEE7" w14:textId="5C42FDA0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</w:t>
            </w:r>
            <w:r w:rsidR="00303802" w:rsidRPr="0037484F">
              <w:rPr>
                <w:rFonts w:eastAsia="Times New Roman" w:cs="Times New Roman"/>
                <w:lang w:eastAsia="cs-CZ"/>
              </w:rPr>
              <w:t xml:space="preserve">ouprava pro srdcovku: 1:9-300 a 1:11-300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A0158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663B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D852E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8EA1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91D7D" w14:textId="1A6DDD10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</w:t>
            </w:r>
            <w:r w:rsidR="00303802" w:rsidRPr="0037484F">
              <w:rPr>
                <w:rFonts w:eastAsia="Times New Roman" w:cs="Times New Roman"/>
                <w:lang w:eastAsia="cs-CZ"/>
              </w:rPr>
              <w:t xml:space="preserve">ouprava pro srdcovku: 1:12-500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5D39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82FF3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314636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6DA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3030" w14:textId="2C59BA62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S</w:t>
            </w:r>
            <w:r w:rsidR="00303802" w:rsidRPr="0037484F">
              <w:rPr>
                <w:rFonts w:eastAsia="Times New Roman" w:cs="Times New Roman"/>
                <w:lang w:eastAsia="cs-CZ"/>
              </w:rPr>
              <w:t xml:space="preserve">ouprava pro srdcovku: 1:14-760 a 1:18,5-1200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B146A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F13F4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8303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544A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7680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Srdcovka-49-1:7,5-190-I-SK+1400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7D9D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1B4D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B6153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71D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824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Srdcovka-49-1:6,6-190-SK+1400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14901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E8FDE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F2292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17B8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DE0F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Srdcovka-49-1:9-190-SK+1400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9CFAB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4A155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B62F29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A91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0087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Srdcovka-49-1:9-300-SK+1400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50AC6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F2744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2E8C1C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1C3B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DAE5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Srdcovka-49-1:11-300-SK+1400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BD683F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92844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B849A6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B50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491A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Srdcovka-49-1:12-500-I-SK+1400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65B7E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4BC2F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60FBB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5807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D737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Srdcovka-49-1:14-760-I-SK+1400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02DB0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9A0DC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84AC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E666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52F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Srdcovka-49-1:18,5-1200-SK+1400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06BE6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C2F02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E59B9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49A8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8A67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Srdcovka-49-1:9-190-4,75-SK+1400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E6643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9F75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B83FB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D1F5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6EFA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Srdcovka-49-1:9-190-5-SK+1400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F644D8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FF3AE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F2420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2E59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F5AE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Srdcovka-49-1:9-300-PK  (pro odvratnou výhybku)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FE2EF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5CDA0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263616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05E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86BD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Srdcovka-49-DKS49-1:9-190-4,75-SK I-(zdvoj.ú)+1400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BAF096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0881A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7EA72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B7B1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CF0D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Srdcovka-49-DKS49-1:9-190-5-SK I-(zdvoj.ú)+1400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3FAA9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8037D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7DECB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0BBB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1DE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Srdcovka-49-DKS49-1:9-190-DSK I-4,75(5)-DSK+1400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DACB0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ABE0E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78819A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52E0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427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C79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Srdcovka-49-1:11-300-4,75-SK+1400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1F9C8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C5F65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B3BCC6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D28C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1758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Srdcovka-49-1:11-300-5-SK+1400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A6170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CE4BB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C30A02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E51B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24E7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Srdcovka-49-DKS49-1:11-300-4,75-SK-(zdvoj.ú)+1400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FA36A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0E85D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A2C2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FFD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273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Srdcovka-49-DKS49-1:11-300-5-SK-(zdvoj.ú)+1400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ED8AB2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2A1CE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B469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4C07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778E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srdcovka-49-DKS49-1:11-300-4,75(5)-DSK+1400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C7200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25582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EA875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B67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8FB18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srdcovka-49-C(B)49-1:9-190-DSK I+200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D9A52E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6B06A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B5C60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6CC3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4B830" w14:textId="5D68A14A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7AE65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E3C72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2A6D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FC4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BEACA" w14:textId="39E0FDD1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8AB38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B2B08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AB4C9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769D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15B4" w14:textId="07761F8F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49)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A6E931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0E17D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9837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5AC4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F8BE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Srdcovka-R65-1:7,5-190-SK I+2580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A6911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1891A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8B0A8A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87A3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315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Srdcovka-R65-1:9-190-SK I+1400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F0369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6A2F9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84091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388C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320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Srdcovka-R65-1:9-300-SK I+1400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5F98D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764BA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543B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B64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D6D2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Srdcovka-R65-1:11-300-SK I+1400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50B8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D227F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C8AB7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C25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6DE9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Srdcovka-R65-1:12-500-SK I+ 2580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062B0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ADCC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E828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02B2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396E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Srdcovka-R65-1:7,5-190-SK+2580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704CA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3929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ED7A4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87EB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3384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Srdcovka-R65-1:9-190-SK+1400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AB211C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608B9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219D4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D05C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4A74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Srdcovka-R65-1:9-300-SK+1400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01F07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71C1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1BAE4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99EB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B23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Srdcovka-R65-1:11-300-SK+1400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B6872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6BAC3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4323DC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A5C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B91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Srdcovka-R65-1:12-500-SK+ 2580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2548E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69B42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2FC5C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7BDF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EECE5" w14:textId="4D8CEC8F" w:rsidR="00303802" w:rsidRPr="0037484F" w:rsidRDefault="002B789B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992C9F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5AA1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5308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2FD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D8CD6" w14:textId="6B7E7C5D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710F01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D88AD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38AD6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2073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B54F7" w14:textId="5EC9D839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R65)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D78A5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E2A96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A4639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30BA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2ADD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pro srdcovku: 1:7,5-190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9385A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7AD4E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B6EBF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2251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5888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pro srdcovku: 1:9-190  a 1:9-300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8333C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6539F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7FE4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3761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7191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pro srdcovku: 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89758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6F439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DB5315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0E3E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EF0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pro srdcovku: 1:12-500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88B38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5C805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95F0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2FA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876E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pro srdcovku: 1:14-760 a 1:18-1200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872A0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6436C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26663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606F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7C3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Srdcovka-60E2-1:7,5-190-I-SK-1400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C70F5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A41E2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9173CC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BF2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593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Srdcovka-60E2-1:9-190-SK+1400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F55B8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C5BE0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04DE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26C7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CFF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Srdcovka-60E2-1:9-300-SK+1400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9F781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D0100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5CDDB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0009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28C0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Srdcovka-60E2-1:11-300-SK+1400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0B38C3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17DED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C8C1C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199C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4DAC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Srdcovka-60E2-1:12-500-SK+1400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59F7B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7FC3E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BD3A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5F76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459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1374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Srdcovka-60E2-1:14-760-SK+1400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302B19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634E3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5E76E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C40D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1596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Srdcovka-60-DKS60-1:11-300-4,75-SK-(zdvoj.ú)+1400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EF3BE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D8E57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BB54B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0688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6DEF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Srdcovka-60-DKS460-1:11-300-5-SK-(zdvoj.ú)+1400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315183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4F492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9639DC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72F7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566E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Srdcovka-60E2 -1:9-300-PK  (pro odvratnou výhybku)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59E1C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37166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D821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98B4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0F96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srdcovka-60-DKS60-1:11-300-4,75(5)-DSK+1400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97D0A1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F8B8D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7EE7D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F9F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7E23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Srdcovka-60E2-1:5,5-SK+1400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4DE4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4F1B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36884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4345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81B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srdcovka-60E2-1:5,5-DSK+1400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B40A7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03372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D384B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EC44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DF8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Dvojitá srdcovka-60E2-C(B)60-1:9-190-DSK+ 200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ED4BC7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4F288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E5C34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70BA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65E09" w14:textId="418DF205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C722F7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9320C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42AB5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682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26555" w14:textId="76D66202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36141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ADA8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424DD5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89D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96ED" w14:textId="1C1F3D05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D7AE0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3B472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E7F647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BFAF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CF7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Srdcovka-60E2-1:7,5-190-I-ZPTZ+1400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46B14D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0B607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D622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E9A9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D5B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Srdcovka-60E2-1:9-190-ZPTZ+1400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5F9E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60D4F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1954D9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6797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AD5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Srdcovka-60E2-1:9-300-ZPTZ+1400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C8CE6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A2EE1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9AA93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D594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74CC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Srdcovka-60E2-1:11-300-ZPTZ+1400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78CFB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C5C1D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BF16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BE6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5EE7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Srdcovka-60E2-1:12-500-I-ZPTZ+1400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4CAB5D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AE7B5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488D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94C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02D4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Srdcovka-60E2-1:14-760-ZPTZ+1400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B66DE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A3719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73CCD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859E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EE57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Srdcovka-60E2-1:18,5-1200-ZPTZ+1400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34DBC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DFE57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0C87E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64B8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CDB8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Srdcovka-60E2-DKS60-1:11-300-4,75-ZPTZ+1400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44DACB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E6F16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0F4F3A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7721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0A1E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Srdcovka-60E2-DKS60-1:11-300-5-ZPTZ+1400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4F70E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AA6BC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E31E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32E9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F6586" w14:textId="78E0E709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636732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ECCF8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12BD5B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C92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02D6" w14:textId="4D9571F9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přípojných kolejnic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FE969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E430A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2DA5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336F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02E8C" w14:textId="0E9A975A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1666A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6D24E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A9FD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2F78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E311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Srdcovka-60E2-1:9-300-PHS+1400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2ED4D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A7210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9E99D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F050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21664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Srdcovka-60E2-1:11-300-PHS+1400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5D0E6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FF4FA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0E91F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0E2C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1C4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Srdcovka-60E2-1:12-500-PHS+1400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6AC99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C4C03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A953F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5D9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9688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Srdcovka-60E2-1:14-760-PHS+1400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9BEF9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443B7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D425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7E70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5DFE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Srdcovka-60E2-1:18,5-1200-PHS+1400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DAEF1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13273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17C8A7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F72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4410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Srdcovka-60E2-1:26,5-2500-PHS+1400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90896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F4340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9D4D2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8F19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8F91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Srdcovka-60E2-1:33,5-8000/4000-PHS+1400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538828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F56FF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27AEA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9247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A045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Srdcovka-60E2-1:26,5-2500-PHS+1400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7B630B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788B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92FE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B8CE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A2ACD" w14:textId="5B709C67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A8D80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758C4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C5E0E1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F8B4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491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E476" w14:textId="3B31C0F4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 většího rozsahu,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EC546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6E4BC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3662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0ACA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B6F96" w14:textId="47259C47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</w:t>
            </w:r>
            <w:r>
              <w:rPr>
                <w:rFonts w:eastAsia="Times New Roman" w:cs="Times New Roman"/>
                <w:lang w:eastAsia="cs-CZ"/>
              </w:rPr>
              <w:t xml:space="preserve"> (srdcovek 60E2)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F491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8E1E8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A1F25F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C4E4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3828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zařízení-S49-d-1:20-dl.4200 (dřevěné pražce,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448B7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A6C3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E824C0E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BFE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7113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zařízení-S49-d-1:20-dl.4200 (bez pražců 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EC2BF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5EA8E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3A5E2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CA06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1ADA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zařízení-S49-d-1:20-dl.4200 (bez pražců, tuhé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BF1E7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012D7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039082C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B37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1716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zařízení-S49-b-1:20-dl.4200 (betonové pražce, pružné upevnění, úklon 1:20)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F76CE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1AC6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CE5486D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B5BC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C81F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zařízení-S49-b-1:40-dl.4200 (betonové pražce, pružné upevnění, úklon 1:40)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129BB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EBFA1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E6FD38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46C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1121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zařízení-R65-d-1:20-dl.5500 (dřevěné pražce, tuhé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FF101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18E3C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8C117B1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D228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499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2CFC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zařízení-R65-d-1:20-dl.5500  (bez pražců, pružné upevnění 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C995E8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CD4AF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402CF3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6C77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F007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zařízení-60E2-d-1:20-dl.6000 (náhrada za R65, bez pražců)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90AB3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0557B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D5F074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337C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EE6B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zařízení-60E2-d-1:20-dl.6000 (dřevěné pražce,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B5E13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8D893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F315EAB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6541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4571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zařízení-60E2-b-1:40-dl.9840 (betonové pražce,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0EB0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A55EC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A5A9786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9B5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83A0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zařízení-60E2-d-1:40-dl.9840 (dřevěné pražce,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DF81DC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9C1E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F86936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3E99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50DA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malé dilatační zařízení-60E2-d-1:40-dl.9840 (bez pražců, pružné upevnění)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79008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1529F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33F8E1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0D1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80857" w14:textId="7B1CCCE0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54DB6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71EA8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745EB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B002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362E" w14:textId="541979A3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65644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C4719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9EDB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1773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83FD2" w14:textId="20F3CEAB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větší prodloužení, než je základní</w:t>
            </w:r>
            <w:r w:rsidR="003E7DC3"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251AE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85F1E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BAB6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664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E827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zařízení-S49-d-1:20-dl.13635 (bez pražců)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70E7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69324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DD6E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8292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F26C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zařízení-S49-d-1:20-dl.13635 (dřevěné pražce)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1EFB2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94F73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66BBF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4269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B80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zařízení-R65-d-1:20-dl.13690 (bez pražců)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38001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674F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D050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FC07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84D7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zařízení-R65-d-1:20-dl.13690  (dřevěné pražce)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0B0576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14B77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AE5DA7C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7299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2B2F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zařízení-60-b-1:40-dl.8996 (betonové pražce, základní provedení)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594B9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B56B6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A38803A" w14:textId="77777777" w:rsidTr="00303802">
        <w:trPr>
          <w:trHeight w:val="51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B83E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513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F883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velké dilatační zařízení-60-b-1:40-dl. 15600 (betonové pražce, prodloužená délka)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318626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84799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2DFCBC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EEA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FAF12" w14:textId="2A32DAF7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8C320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685DB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DCE1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AA2F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B6EC5" w14:textId="781952A1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85518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94CF2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0C26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DC1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216B" w14:textId="222C03F4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větší prodloužení, než je základní</w:t>
            </w:r>
            <w:r w:rsidR="003E7DC3"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6ECF2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0DD7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A8969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E8D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13FB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Kolejové velmi velké dilatační zařízení-60-b-1:40-dl.19517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FB6F62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0EDEE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DAB7A4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AA4A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AFB5A" w14:textId="3BA4B0C1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79620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B227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3609F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E5F2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5B91A" w14:textId="4C79CDCA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6B1B6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06E2C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A418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FCC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2941E" w14:textId="4C010C9E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větší prodloužení, než je základní</w:t>
            </w:r>
            <w:r w:rsidR="003E7DC3">
              <w:rPr>
                <w:rFonts w:eastAsia="Times New Roman" w:cs="Times New Roman"/>
                <w:lang w:eastAsia="cs-CZ"/>
              </w:rPr>
              <w:t xml:space="preserve"> (dilatačního zařízení)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88FD1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6346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99914A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954B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429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S49 jazyková 2821+700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BB0DE4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10D3C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F1C2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BCF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2D3A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S49 kolenová 2788+700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CD8C0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8289E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D79E9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E08A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EE37B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R65 jazyková 3700+700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6D9C66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9DBD7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F55E8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33B9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CED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S49 kolenová 3660+700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0557D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08594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D3FEF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75D6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3EB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jazyková 4025+700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7CD2F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B5E5D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52820E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5A67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02F8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kolenová 3985+700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7AF62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42EA6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328EC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93F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128C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jazyková 8478+700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171C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B81C7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5F9509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595D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2BD3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kolenová 8673+700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A0B0F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B25F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5BAD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52FC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7DD3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S49 jazyková 8000+700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CE1F4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91FB1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9123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BEE2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C222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S49 kolenová 8000+700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07707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732CF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55997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8278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142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R65 jazyková 8000+700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BC0465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0163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50F4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C09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7B2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R65 kolenová 8000+700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165AF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ACAC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EFAE85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33EF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268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jazyková 6425+700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F8F31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93679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4B3CFE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70E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839B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kolenová 7300+700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0FA803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157EF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A9193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B828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C7B9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jazyková 8225+700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0ED5EC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5A418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58653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B6F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4C3C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Kolejnice 60E2 kolenová 8265+700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FB7882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EF185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A1C82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458D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1692D" w14:textId="67BB6D01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</w:t>
            </w:r>
            <w:r w:rsidR="00303802" w:rsidRPr="0037484F">
              <w:rPr>
                <w:rFonts w:eastAsia="Times New Roman" w:cs="Times New Roman"/>
                <w:lang w:eastAsia="cs-CZ"/>
              </w:rPr>
              <w:t>ransformace</w:t>
            </w:r>
            <w:r>
              <w:rPr>
                <w:rFonts w:eastAsia="Times New Roman" w:cs="Times New Roman"/>
                <w:lang w:eastAsia="cs-CZ"/>
              </w:rPr>
              <w:t xml:space="preserve"> (k</w:t>
            </w:r>
            <w:r w:rsidRPr="0037484F">
              <w:rPr>
                <w:rFonts w:eastAsia="Times New Roman" w:cs="Times New Roman"/>
                <w:lang w:eastAsia="cs-CZ"/>
              </w:rPr>
              <w:t>olejnice 60E2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6CD65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6880A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8714FE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3B1B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69EBD" w14:textId="5E03D660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(k</w:t>
            </w:r>
            <w:r w:rsidRPr="0037484F">
              <w:rPr>
                <w:rFonts w:eastAsia="Times New Roman" w:cs="Times New Roman"/>
                <w:lang w:eastAsia="cs-CZ"/>
              </w:rPr>
              <w:t>olejnice 60E2</w:t>
            </w:r>
            <w:r>
              <w:rPr>
                <w:rFonts w:eastAsia="Times New Roman" w:cs="Times New Roman"/>
                <w:lang w:eastAsia="cs-CZ"/>
              </w:rPr>
              <w:t>) (k</w:t>
            </w:r>
            <w:r w:rsidRPr="0037484F">
              <w:rPr>
                <w:rFonts w:eastAsia="Times New Roman" w:cs="Times New Roman"/>
                <w:lang w:eastAsia="cs-CZ"/>
              </w:rPr>
              <w:t>olejnice 60E2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1494E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A1060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2CB4F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21E9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C5502" w14:textId="50438126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větší prodloužení, než je základní</w:t>
            </w:r>
            <w:r w:rsidR="003E7DC3">
              <w:rPr>
                <w:rFonts w:eastAsia="Times New Roman" w:cs="Times New Roman"/>
                <w:lang w:eastAsia="cs-CZ"/>
              </w:rPr>
              <w:t xml:space="preserve"> (k</w:t>
            </w:r>
            <w:r w:rsidR="003E7DC3" w:rsidRPr="0037484F">
              <w:rPr>
                <w:rFonts w:eastAsia="Times New Roman" w:cs="Times New Roman"/>
                <w:lang w:eastAsia="cs-CZ"/>
              </w:rPr>
              <w:t>olejnice 60E2</w:t>
            </w:r>
            <w:r w:rsidR="003E7DC3"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C5F28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F55BB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35C8F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3A07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F6C6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Přechodová kolejnice-60E2/49E1-dl.6000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8E01A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E369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80BE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41D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75BA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Přechodová kolejnice-60E2/R65-dl.6000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492DB7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FA7C5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667787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24E2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A7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Přechodová kolejnice-R65/49E1-dl.6000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F5550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CBD2E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284FB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05D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159A1" w14:textId="41D9E434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</w:t>
            </w:r>
            <w:r w:rsidR="00303802" w:rsidRPr="0037484F">
              <w:rPr>
                <w:rFonts w:eastAsia="Times New Roman" w:cs="Times New Roman"/>
                <w:lang w:eastAsia="cs-CZ"/>
              </w:rPr>
              <w:t>hnutí</w:t>
            </w:r>
            <w:r>
              <w:rPr>
                <w:rFonts w:eastAsia="Times New Roman" w:cs="Times New Roman"/>
                <w:lang w:eastAsia="cs-CZ"/>
              </w:rPr>
              <w:t xml:space="preserve"> (přechodové k</w:t>
            </w:r>
            <w:r w:rsidRPr="0037484F">
              <w:rPr>
                <w:rFonts w:eastAsia="Times New Roman" w:cs="Times New Roman"/>
                <w:lang w:eastAsia="cs-CZ"/>
              </w:rPr>
              <w:t>olejnice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13862B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3099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B4BD1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46CA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544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2CBC" w14:textId="03526B45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</w:t>
            </w:r>
            <w:r w:rsidR="00303802" w:rsidRPr="0037484F">
              <w:rPr>
                <w:rFonts w:eastAsia="Times New Roman" w:cs="Times New Roman"/>
                <w:lang w:eastAsia="cs-CZ"/>
              </w:rPr>
              <w:t>erlitizace</w:t>
            </w:r>
            <w:r>
              <w:rPr>
                <w:rFonts w:eastAsia="Times New Roman" w:cs="Times New Roman"/>
                <w:lang w:eastAsia="cs-CZ"/>
              </w:rPr>
              <w:t xml:space="preserve"> (přechodové k</w:t>
            </w:r>
            <w:r w:rsidRPr="0037484F">
              <w:rPr>
                <w:rFonts w:eastAsia="Times New Roman" w:cs="Times New Roman"/>
                <w:lang w:eastAsia="cs-CZ"/>
              </w:rPr>
              <w:t>olejnice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A9916B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0A46D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E7CE92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8C60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7CC0" w14:textId="0256153C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 - kolejnice profilu 49E1</w:t>
            </w:r>
            <w:r>
              <w:rPr>
                <w:rFonts w:eastAsia="Times New Roman" w:cs="Times New Roman"/>
                <w:lang w:eastAsia="cs-CZ"/>
              </w:rPr>
              <w:t xml:space="preserve"> (přechodové k</w:t>
            </w:r>
            <w:r w:rsidRPr="0037484F">
              <w:rPr>
                <w:rFonts w:eastAsia="Times New Roman" w:cs="Times New Roman"/>
                <w:lang w:eastAsia="cs-CZ"/>
              </w:rPr>
              <w:t>olejnice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73882A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FA182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19B09C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87ED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6CE81" w14:textId="39F6E65A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 - kolejnice profilu R65</w:t>
            </w:r>
            <w:r>
              <w:rPr>
                <w:rFonts w:eastAsia="Times New Roman" w:cs="Times New Roman"/>
                <w:lang w:eastAsia="cs-CZ"/>
              </w:rPr>
              <w:t xml:space="preserve"> (přechodové k</w:t>
            </w:r>
            <w:r w:rsidRPr="0037484F">
              <w:rPr>
                <w:rFonts w:eastAsia="Times New Roman" w:cs="Times New Roman"/>
                <w:lang w:eastAsia="cs-CZ"/>
              </w:rPr>
              <w:t>olejnice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5D00E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F7A5A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69D76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2F8C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EC0D6" w14:textId="41306CAA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V</w:t>
            </w:r>
            <w:r w:rsidR="00303802" w:rsidRPr="0037484F">
              <w:rPr>
                <w:rFonts w:eastAsia="Times New Roman" w:cs="Times New Roman"/>
                <w:lang w:eastAsia="cs-CZ"/>
              </w:rPr>
              <w:t>ětší prodloužení, než je základní - kolejnice profilu 60E2</w:t>
            </w:r>
            <w:r>
              <w:rPr>
                <w:rFonts w:eastAsia="Times New Roman" w:cs="Times New Roman"/>
                <w:lang w:eastAsia="cs-CZ"/>
              </w:rPr>
              <w:t xml:space="preserve"> (přechodové k</w:t>
            </w:r>
            <w:r w:rsidRPr="0037484F">
              <w:rPr>
                <w:rFonts w:eastAsia="Times New Roman" w:cs="Times New Roman"/>
                <w:lang w:eastAsia="cs-CZ"/>
              </w:rPr>
              <w:t>olejnice</w:t>
            </w:r>
            <w:r>
              <w:rPr>
                <w:rFonts w:eastAsia="Times New Roman" w:cs="Times New Roman"/>
                <w:lang w:eastAsia="cs-CZ"/>
              </w:rPr>
              <w:t>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58A3B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8D726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8EB9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F82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4A6E" w14:textId="2D1C9B7E" w:rsidR="00303802" w:rsidRPr="0037484F" w:rsidRDefault="003E7DC3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M</w:t>
            </w:r>
            <w:r w:rsidR="00303802" w:rsidRPr="0037484F">
              <w:rPr>
                <w:rFonts w:eastAsia="Times New Roman" w:cs="Times New Roman"/>
                <w:lang w:eastAsia="cs-CZ"/>
              </w:rPr>
              <w:t>anipulační příplatek za přechodové kolejnice celkové délky nad 15m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5E62BD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FE9B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F7911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FEC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5667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přechodová-A/T-souprava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1C9EB2F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5023C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3A3C7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42E8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8F82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přechodová-A/T-vnější-dl.750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E5FD7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388DC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347DD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62D9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D35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přechodová-A/T-vnitřní-dl.750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CDAC5FC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EA1C2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1E9A7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88C2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5A4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přechodová-A/S49-souprava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6193D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72186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FCA03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8441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8C1B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přechodová-A/S49-vnější-dl.680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C2BFBB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63A55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7DEDAF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6D3B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52D2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přechodová-A/S49-vnitřní-dl.680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042464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8ED71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3000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2D30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68E3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přechodová-T/S49-souprava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BEA58D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5F759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B643EE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96AC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1B0B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přechodová-T/S49-vnější-dl.650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F04B88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27729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F58E8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E36B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56AD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přechodová-T/S49-vnitřní-dl.650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B1611A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E6DA7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57341E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FA8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2E59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přechodová-T/R65-souprava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0AE39E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EF4D4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7A3FA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0B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11E8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přechodová-T/R65-vnější-dl.740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7D595E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DA3E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1D347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BC1B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2EB8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přechodová-T/R65-vnitřní-dl.740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5A1C142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7FAB1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311D4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D2B9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F388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přechodová-S49/R65-souprava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282447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04893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CAECFC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F2B5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D8D0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přechodová-S49/R65-vnější-dl.650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B8928A1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E87A7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592F1F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5764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81F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přechodová-S49/R65-vnitřní-dl.650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1E2B88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78DBB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08F3A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9B14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3BAA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přechodová-S49/UIC60-souprava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94B7C4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EC1FD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FC8870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8DD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3A25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přechodová-S49/UIC60-vnější-dl.650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2F6A0CB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83726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4298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1C8F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6FA3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přechodová-S49/UIC60-vnitřní-dl.650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A97456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E0B9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805023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9EC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88E8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přechodová-UIC60/R65-souprava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4C1D720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668B9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B480F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27E8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BC6C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přechodová-UIC60/R65-vnější-dl.650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755E59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B11A3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45E21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D46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8E46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přechodová-UIC60/R65-vnitřní-dl.650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E04393" w14:textId="77777777" w:rsidR="00303802" w:rsidRPr="00303802" w:rsidRDefault="00303802" w:rsidP="00303802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8D42B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8DEFB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F643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5A13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Zarážedlo kolejové-S49- včetně dř. pražců a nárazníků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F5F2F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77254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DD426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37DB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B1F1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Zarážedlo kolejové S49-bez dř. pražců  a nárazníků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D56D8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D6E32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E3D81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EA13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A6C5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Úhelník ke kolejnici 110x110x10-160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7AADB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66AE6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86B65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551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5A68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Čelist svěrací S49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D1777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E0A01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E51C28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F5CE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CA5D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S49 (CS49-1:9-190)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424C3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71EB0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D5B12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1B41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2BB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S49  (CS49-1:11-300)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4824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AC8AF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95D127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8CF4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576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504C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S49  (CS49-1:11-300 PHS)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E5174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BB594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D7A91D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A74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DF31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S49  (CS49-1:9-190)+spoj.m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12954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F5243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A6AA9A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9D2B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5F97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S49 + spoj.mater.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4F560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A3BBD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411E5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725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B76A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R65</w:t>
            </w:r>
            <w:r w:rsidRPr="0037484F">
              <w:rPr>
                <w:rFonts w:eastAsia="Times New Roman" w:cs="Times New Roman"/>
                <w:strike/>
                <w:lang w:eastAsia="cs-CZ"/>
              </w:rPr>
              <w:t xml:space="preserve">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C3D8F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67053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665D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61BB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1E1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R65  (CR65-1:9 a 1:11)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D90D5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E1397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1E63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E22D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A7DF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R65  (CR65-1:11-300 PHS)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BF8F5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EA432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7DCE9B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5E15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8D3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R65</w:t>
            </w:r>
            <w:r w:rsidRPr="0037484F">
              <w:rPr>
                <w:rFonts w:eastAsia="Times New Roman" w:cs="Times New Roman"/>
                <w:strike/>
                <w:lang w:eastAsia="cs-CZ"/>
              </w:rPr>
              <w:t xml:space="preserve"> </w:t>
            </w:r>
            <w:r w:rsidRPr="0037484F">
              <w:rPr>
                <w:rFonts w:eastAsia="Times New Roman" w:cs="Times New Roman"/>
                <w:lang w:eastAsia="cs-CZ"/>
              </w:rPr>
              <w:t>+ spoj.mater.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5F485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66627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EA12A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EF3E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0B9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Čelist svěrací UIC60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866BA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DDEB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E12C66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8162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6F50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Čelist svěrací UIC60 levá+spoj.mater.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82774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272DB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7331DA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1A12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113B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Čep D22x110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7D26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42653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458D0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605A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3E46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Deska zádržné opěrky 220x25-350 - 370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2D623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1E817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6B677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238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8BA5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Deska zádržné opěrky 14x240x370 - 528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F1CD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53B0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C91A0D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D3DC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D852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Deska základová 150/25-390 prodloužení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98ED2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CF94F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A735BC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2AC8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7151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Deska izol.pod kluz.stol. na žlab.pražci Y7235, Y7198 P,L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511CC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C9B6B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C0E419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4BE3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1B3B9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688A1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864B9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80683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6E2A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B4E5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Hák závěrový S49 pro SS49-1:5,7-230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65B70A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2BF29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07C265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4FCE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7DB8D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 svař.druhý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CE86B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11FF4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6BB0B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854C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99A2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 svař.pro DSR s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DBC30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D5BCD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CEAE5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8B39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E4D1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 vnější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E0762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206C6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3AC5F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C39F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9467A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 vnitřní svař.levý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A1663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DA8EF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3E362D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0A2D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6088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 vnitřní svař.pravý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F82B5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A415C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265D15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3576E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C67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S49(R65) vnitřní 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C3A33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59429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7A019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D0D94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EC4A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R65 první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CB04F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8B8BA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C5570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B582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599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2357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R65 druhý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195B3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CC152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C0DF8C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790D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E94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Hák závěrový R65 svař.pro DSR s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31FE85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FDF0D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A1B580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D7707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C433F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Hřídel ložisková D40-342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CCC3E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83F35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A08DF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DA7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887E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Kladka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129B1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D5541F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76B54D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92B4A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E880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Kolík zajišťovací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346B3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015F63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4144D2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4783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03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Kroužek vložkový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D13A8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BFD46B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3439DA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E919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523A0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Matice regulační 80/50-190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6465C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A2378C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13882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E85DB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DC53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Matice regulační M36x3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3E5E1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ABFDE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7A2BF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529D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4BE1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Matice regulační svař.M36x3 180 - 360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35FAD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E4C69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975D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10AE5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608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BAF9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Omezovač polohy jazyka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6BD06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26E12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003719C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4A36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DEF2E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hrotová UH15 upravená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AD916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AFE02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F47B2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59AF2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2F1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S49 01 - 64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F8C91D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4835E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11F6D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A16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30C6C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S49 92 - 161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0050B2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247EC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24803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9D5D1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CA3D7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S49 163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36651E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D20CF6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7333C3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5849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B8D04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R65 07 - 88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DD79F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9BE1D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50A4883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A8CF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ACCF6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R65 99 -108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A5E950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F463C7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694B00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B2F73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83DD2" w14:textId="77777777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jazyková SO1 - 08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D88278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122611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03802" w:rsidRPr="00303802" w14:paraId="19F5F5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C68E0" w14:textId="77777777" w:rsidR="00303802" w:rsidRPr="0037484F" w:rsidRDefault="00303802" w:rsidP="00303802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047E4" w14:textId="0823B561" w:rsidR="00303802" w:rsidRPr="0037484F" w:rsidRDefault="00303802" w:rsidP="00303802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Opěrka jazyková U1 </w:t>
            </w:r>
            <w:r w:rsidR="00281496">
              <w:rPr>
                <w:rFonts w:eastAsia="Times New Roman" w:cs="Times New Roman"/>
                <w:lang w:eastAsia="cs-CZ"/>
              </w:rPr>
              <w:t>–</w:t>
            </w:r>
            <w:r w:rsidRPr="0037484F">
              <w:rPr>
                <w:rFonts w:eastAsia="Times New Roman" w:cs="Times New Roman"/>
                <w:lang w:eastAsia="cs-CZ"/>
              </w:rPr>
              <w:t xml:space="preserve"> U</w:t>
            </w:r>
            <w:r w:rsidR="00281496">
              <w:rPr>
                <w:rFonts w:eastAsia="Times New Roman" w:cs="Times New Roman"/>
                <w:lang w:eastAsia="cs-CZ"/>
              </w:rPr>
              <w:t>101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B2F309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2267D4" w14:textId="77777777" w:rsidR="00303802" w:rsidRPr="00303802" w:rsidRDefault="00303802" w:rsidP="00303802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65CD32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71B02" w14:textId="5B87656B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3D31A" w14:textId="3976EC29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Opěrka jazyková 60E1 UC1-UC7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359648D7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</w:tcPr>
          <w:p w14:paraId="61752304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36A74" w:rsidRPr="00303802" w14:paraId="2E2C8F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2B8A" w14:textId="6C84799D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0CAC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kolejnice kolenové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CDFD85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83CBC1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1B287C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7C447" w14:textId="29FC9615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1DD04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49E1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08BACB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F2DD81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044FAC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E3D02" w14:textId="2B6DDB0D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7618D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S2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B62062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05385B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2AE932B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9394" w14:textId="3A83D771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97EF1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S49 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77A5DE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22DF9C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38FA78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BAEE2" w14:textId="111A9190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0FF7A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R65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D5A9F5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E61682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6365503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763F1" w14:textId="493F61F7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C220F7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R65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778CDB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638153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3B9C2C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2A8E4" w14:textId="10489AE3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6100B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opornicová UIC60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3227F9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345B37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2866D2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4EE8" w14:textId="32039FDD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7061B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zádržná 25x40x130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81FBF9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AC41D7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365290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04DC6" w14:textId="5DD5A30F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44A9F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zádržná S49 proti putování R190 - R1200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CF7741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1EA2A6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7660F3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7787B6" w14:textId="2FC2BF8A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E1680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zádržná R65 proti putování R190 - R 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D20DFC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6F3C15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36A74" w:rsidRPr="00303802" w14:paraId="2CF380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4810" w14:textId="371EB219" w:rsidR="00836A74" w:rsidRPr="0037484F" w:rsidRDefault="00836A74" w:rsidP="00836A74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2C4F" w14:textId="77777777" w:rsidR="00836A74" w:rsidRPr="0037484F" w:rsidRDefault="00836A74" w:rsidP="00836A74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Opěrka zádržná UIC60 proti putování pro R 190 -1200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9DA9C4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86AEFA" w14:textId="77777777" w:rsidR="00836A74" w:rsidRPr="00303802" w:rsidRDefault="00836A74" w:rsidP="00836A74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F490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71501" w14:textId="7E603D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DA699" w14:textId="344B9E4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Opěrka zádržná 60E1 proti putování C60 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36FD104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</w:tcPr>
          <w:p w14:paraId="25654A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92709" w:rsidRPr="00303802" w14:paraId="486CEA1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33DCE" w14:textId="0349A1A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6B7A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pro závaží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AFE4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CD6A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1ED5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D9BD3" w14:textId="2026829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F9F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převodová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1462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2164A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1FB9E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D45D" w14:textId="67064F3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BEB4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úhlová P1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2E91A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96CC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B93A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04A7" w14:textId="744C3C8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B287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úhlová P1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0B9C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90A9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FAC9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EDDD" w14:textId="5CE4CD2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2FC5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úhlová P2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A88E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610B4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F543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209D" w14:textId="1661582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FEAB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úhlová P2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0B89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A02D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BE60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5D401" w14:textId="732267D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2F25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Páka úhlová P2 svařovaná 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E8EF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32CBB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BA8E8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64F34" w14:textId="6AD4CE2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93F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podložný 4x20x200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1E5C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D9A5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8367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E913" w14:textId="0CA56E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04DB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podložný 5x102x130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D1B7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6749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657FA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A760" w14:textId="12DB74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B27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podvlakový pod stojan výměníku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9F65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F67E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D583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F4D2" w14:textId="17BF565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640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2EAD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pojistný 60x3-130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1715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94B44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EC601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794ED" w14:textId="00AD68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0E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vyrovnávací 10x150x620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1086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07BC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5A141A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252C" w14:textId="06FE283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8D1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vyrovnávací 10x170x645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9948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9163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EDB5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0FF82" w14:textId="2799C2E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6F58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vyrovnávací 5x150x370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75BA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76CE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47D99F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71108" w14:textId="534FAF0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535E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vyrovnávací 5x150x570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D28C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6ACE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F34D3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964E3" w14:textId="772AFCC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03A7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Plech zajišťovací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FFFD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BCB83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9A75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8137" w14:textId="520320F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D7F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Plocha kluzná S49 134/33-270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253F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0B8F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D9545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C714" w14:textId="1DF5F0F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5347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Plocha kluzná S49 134/33-288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D9954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4101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DED13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0C2F" w14:textId="335EFEA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12F9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Plocha kluzná UIC60 134/38-285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FC20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79B9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C11F9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C8763" w14:textId="21AB523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2D6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"Z"   odlitek - plochá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D9FE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FE9C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0351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6144" w14:textId="7FDBC6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E2D0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"Z"   odlitek  dvouúrovňová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81DEF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52EA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60469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BD38E" w14:textId="7F44B23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FBFC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"Z"   odlitek -   klínová do dilatač. zařízení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FE3E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A2D20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BCA14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CAFE" w14:textId="17B036C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B53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 přechodová 1:40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DD79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8C41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6195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F8FAF" w14:textId="3AC59F2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146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4 - 369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646A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48F1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35732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C23A6" w14:textId="513B556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04B6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373 - 396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B8AB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903B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EE0AC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E8EEE" w14:textId="5437950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E277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398 - 439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0DB6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2DD9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BD43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D381" w14:textId="0425159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ED9D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442 - 479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D744F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7CFB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D1B3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A77F1" w14:textId="66CDC90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5C7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499 - 504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B16F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0B47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EFBC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735CF" w14:textId="28F102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8149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505 - 1654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7A25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EDCD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5403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9C568" w14:textId="3F2AFB7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6F99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1655 - 1814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21719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0F8A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A2EF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B4D2" w14:textId="37F92AC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1BAF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1999 - 2003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7FB94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F2CC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F605D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B55D" w14:textId="09C476C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9E4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3 žebrová plochá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CB0B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94E3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B9F39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B4600" w14:textId="1A630E5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9449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6 žebrová plochá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5A3A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7CE66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004FD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DC1A9" w14:textId="772203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1A8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2068 žebrová plochá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94A3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5EA5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59490B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227A1" w14:textId="41B7D79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7432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9  - 237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17E5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D760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FDCED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233B" w14:textId="1E7ADB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4601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495 - 683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77C53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D503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0467D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5E6B4" w14:textId="172E7C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48E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765 - 779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18B0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2A04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84F63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101F1" w14:textId="5370F3B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45C0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817  - 818 k přídržnici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CB84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B2D4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8175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74021" w14:textId="20D39DE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3EDC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998 - 1307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D15E98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AD7C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511F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2E7D0" w14:textId="42261B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CAC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1391 - 1578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87720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2DB3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41ED6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EB0B4" w14:textId="3A988F1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B5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1605 - 1810 k přídržnici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E8388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CE37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159AC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E6E20" w14:textId="043A66D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3A15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1856 - 2548 k přídržnici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202BD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3DBB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8546B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4BAA2" w14:textId="07DE57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672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8A8F4" w14:textId="696E04F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F37E16">
              <w:rPr>
                <w:rFonts w:eastAsia="Times New Roman" w:cs="Times New Roman"/>
                <w:lang w:eastAsia="cs-CZ"/>
              </w:rPr>
              <w:t>Podkladnice Y502D - Y503D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3652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12C1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57ABE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0A3C" w14:textId="7F2AC9F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650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1981 k přídržnici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77B7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C5A5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C391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A4131" w14:textId="73AA61D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B5D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1981 k přídržnici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73C6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81F5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15BA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3F158" w14:textId="493F643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E810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1982 k přídržnici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E7DA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B66A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040D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E651" w14:textId="5F7CB22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88D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1982 k přídržnici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6C858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4ADC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7CFD1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47168" w14:textId="24AE606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75F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2548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5CF3F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0770B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A5C7C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53EA" w14:textId="28DE08B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E1BD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Y502 - Y1907 k přídržnici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0DD24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49C8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67791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13F0" w14:textId="033D356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99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Y3040 - 3528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F7EA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FE71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6E76E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CFEBC" w14:textId="70F7CE6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53F8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Y3529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C3C2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FAADB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7FDB0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C3648" w14:textId="7531E7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3D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Y3537 - 4741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A7AD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BB28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18A78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FD122" w14:textId="7879435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701F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Y4274-Y4289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D2F08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62C47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1E134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FE81E" w14:textId="6F722B2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8AD5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Podkladnice Y4750 k přídržnici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7E2EA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D1A7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A2CE4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53A32" w14:textId="3E85E05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64F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Y5945 - 8625 k přídržnici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C9A7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2DEB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D101E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1EA0" w14:textId="2FDDB4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6D4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 přechodová 1:40 dř.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B0FC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C529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992A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19244" w14:textId="73922B5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514C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49 přechodová 1:80 dř.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4A89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948AA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2C809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875D" w14:textId="2D1592F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B64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50 přechodová 1:80 R65 dř.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CEA4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7D18C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2B5AD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8CE1" w14:textId="294AFE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F740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2044 přechodová 1:40 UIC 60 beton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92CD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DE4C8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49959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7FA89" w14:textId="5A4EA50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3484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2045 přechodová 1:80 UIC60 beton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D915A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20682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B5D99B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66E7" w14:textId="7856E2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6E9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2066 přechodová 1:40 beton 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DCFD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E6FB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C2D0B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F9B23" w14:textId="6A38E3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F5F6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2067 přechodová 1:80 beton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0B32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979B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CBB4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6487C" w14:textId="33CC44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E77E8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Y9827 přejezdová 1:20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EE1E2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082D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FB74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A681A" w14:textId="4CABB83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68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Y11306 přejezdová 1:20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A042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19130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2668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03301" w14:textId="6CB62AE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A7F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S4pl-I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44CF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C7DA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735BA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4066" w14:textId="4E30B84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8864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S4U 1:20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337FE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BE5F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A568C0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09505" w14:textId="4268BB4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E23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Y148 - Y283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404C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C089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B7203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65C8D" w14:textId="510B19F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98B0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Y504 -Y505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3764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13D3F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F8F4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B3E1" w14:textId="5BAA0EB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D91E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Y577 - Y3228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8362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77CC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0A60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68BC2" w14:textId="41457C4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699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833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Y3229 - Y3310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72CA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E24F5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C3C6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A81F2" w14:textId="70586A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7D8E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Y3380 - Y3547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D84A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A50B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2F0A3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66EA" w14:textId="67F73D3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8E2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Y3682 - Y3955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A1154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BB0D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FA11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A6429" w14:textId="484943A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149F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Y4007 - Y7906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0F77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58E9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65665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1002" w14:textId="7D78601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308F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Podkladnice Y8622 - Y8802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AD0A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79F2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8FFF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2E6D9" w14:textId="5DCAEA9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704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F003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Podkova pro podkladnice k přídržnici pro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2892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85516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1C105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84E6D" w14:textId="1CF66E9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596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Podkova pro podkladnice k přídržnici pro R65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37CD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CDF87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FD50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97CBF" w14:textId="77CB26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FF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86340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8665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8F1C8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2B48D" w14:textId="3E542A1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54F6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E3F5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4E8D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F971D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686A5" w14:textId="712F01B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17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95708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0ABC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8931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2FFF" w14:textId="288E6B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E380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A1 č.22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0779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C05B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8B96B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06DD5" w14:textId="5BF860E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267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č.24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09CB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E329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6814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0E7F4" w14:textId="368BFD7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57A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č.25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C27D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5978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B856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5FAD1" w14:textId="0F4780A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002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izolační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A715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F9BC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0B76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B4386" w14:textId="64D3B2B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A307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izolační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7215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A918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4ED77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32C99" w14:textId="227AA9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28C6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45/20-60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21F6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071C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76BEB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CCD08" w14:textId="4465614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25A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k vymezení žlábku (1mm)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8CEC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56BB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28E3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F9B75" w14:textId="38D92D7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C3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k vymezení žlábku (2mm)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CCAF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65B0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5A937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7C595" w14:textId="1131207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388A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polyetylénová 2x160x410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3DFF8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80B2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00EBC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710A4" w14:textId="33D227E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6656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Podložka přídržná PD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8DFE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6B865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73B1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00F4D" w14:textId="0DA8F7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CC7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šikmá č.1 - 7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3C0D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CEB1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2747D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4598" w14:textId="23F6F50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E827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č.1 (2mm)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006D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6BC5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DE71B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17EA2" w14:textId="3938A6A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3DB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č.2 (4mm)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50F9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857B7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7927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C853" w14:textId="5B299F3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E125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č.3 (6mm)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F337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97A3F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6FBA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BD0AC" w14:textId="09636A7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1441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č.4 (8mm)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FE8FA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DDAF8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7E6E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F20BF" w14:textId="7C09F17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80F0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č.5 (10mm)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E5A9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9DEC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FD8D5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4D2DE" w14:textId="6F06688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A5C7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č.6 (5mm)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2B69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85B1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6ED3D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4207D" w14:textId="0133E6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F4C1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č.7 (1mm)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1762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29C4C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4338FD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1DF3B" w14:textId="269EE81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CB8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1mm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94CB0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3CFF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76A28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17263" w14:textId="1CE013F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E068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2mm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BE06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1597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2A1CF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10C0B" w14:textId="1291F4B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7F5C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3mm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7C05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F244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88E8E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4F83A" w14:textId="7EBCFB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3CF7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4mm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CBE98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CA579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5B804A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BA8C5" w14:textId="12B973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662F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5mm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903A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111D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9096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7EFD5" w14:textId="2DC75D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8A4C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6mm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3758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42E6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2099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47269" w14:textId="25A4F6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5E92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8mm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5D7F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F76D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BABD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1540B" w14:textId="5EF2C4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1E00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Podložka vyrovnávací tl. 10mm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9BF8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8ED62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9CAA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26807" w14:textId="620B215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DBCD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Podpěra k podkově u pdkladnice k přídržnici pro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B27E5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A4A6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6035F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B78EC" w14:textId="7B7C413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736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ACEA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Podpěra Po2 součást stav zařízení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878DA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5117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81B92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1D248" w14:textId="600E9D0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CF13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Podpěra spojovací tyče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4EBB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85766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E572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861C0" w14:textId="41FFAE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AD69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Podpěra spojovací tyče 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E768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AF232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58D1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FD974" w14:textId="40AD80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26285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Pouzdro izolační D50-26 se spoj.materiálem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E716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5A1E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7ACF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F405" w14:textId="4DA8DE6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1436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Přídržnice-S49-1:4,3-70-ohn-2700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B47D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48D7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C241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70458" w14:textId="6297B3E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E693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Přídržnice-S49-1:6(7,5)-150-ohn-3000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46C3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C4677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D27370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B2F6" w14:textId="287E0D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F662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Přídržnice-S49-1:6(7,5)-150-př.3000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2EB7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3E4D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FEBD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8453" w14:textId="52DD52B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1EE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Přídržnice-S49-1:7,5-190-ohn-3400 P (L)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11209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1D16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694B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64D3" w14:textId="3BBAFDD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BB2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Přídržnice-S49-1:7,5-190-př.-3400 P (L)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D1CD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BE95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CC0B9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79D67" w14:textId="61735EC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E4E2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Přídržnice-S49-1:9-190-př-3800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6866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3B1C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D5591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292D" w14:textId="3642801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84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Přídržnice-S49-1:9-190-lomená-2200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D43F9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9766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6311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06DAE" w14:textId="32BBC4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C74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Přídržnice-S49-1:9-300-ohn-4500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B910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CAC7E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D9EC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66F39" w14:textId="736760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ED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Přídržnice-S49-1:9-300-př-4500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F96B0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8B0F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AC3D7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E825" w14:textId="0EE8DD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A7DC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Přídržnice-S49-1:11-300-př-4200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9806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4A83B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3D63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E5E89" w14:textId="3F3CF1C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8DF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 (R65) -1:12-500-ohn-5500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7C925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075B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4FEA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D0B29" w14:textId="58AC04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21B4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Přídržnice-S49-1:12-500-př.ohn-5500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8C74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4E6A4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63750E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2E0C4" w14:textId="73D702D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5BC9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Přídržnice-S49-1:14-760-ohn-6800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1F8F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CBE5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85C88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7295" w14:textId="507F1AE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099D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Přídržnice-S49-1:14-760-př.ohn-6800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DAB3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264D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6AE085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A3065" w14:textId="5A1476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4E4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Přídržnice-S49-1:18-1200-př.ohn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FA23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62A0F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102F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2C0A9" w14:textId="1B65C10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5B8C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Přídržnice-R65(60)-1:6,5(1:7,5)-150-ohn-2800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2EC2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FB91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76FF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EE09" w14:textId="40A548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8BD5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Přídržnice-R65(60)-1:6,5(1:7,5)-150-př-2800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4485E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D2AE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FCB2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3C857" w14:textId="509ECDC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964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Přídržnice-R65-1:7,5-190-ohn-3400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3DC97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66C0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36181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32088" w14:textId="5F08215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3C23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Přídržnice-R65-1:7,5-190-př-3400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0EBC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6C0C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7C8D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7A90A" w14:textId="3159AA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CA75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Přídržnice-R65-1:9-190-př-2860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1BC19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DE9E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6E9072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F35B" w14:textId="5E0A793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4B52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Přídržnice-R65-1:9-190-př-4350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65D9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5DAD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7A59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0BDA" w14:textId="78D9CFA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79C4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Přídržnice-R65-1:9-190-př-4500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04750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0AE1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E03C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74C9A" w14:textId="67E897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27B0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Přídržnice-R65-1:9-300-ohn-4500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C66F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A3A4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B1CE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0EF1A" w14:textId="0CE526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1A3A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Přídržnice-R65-1:9-300-př-4500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D0AE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B743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697D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B48E7" w14:textId="677AC8A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8A0E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Přídržnice-R65-1:9-300-ohn-5500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F0C53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CA6A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9B24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8D282" w14:textId="2CFF27C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8F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Přídržnice-R65-1:9-300-př-5500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7A5B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238B1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7BD3A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62E75" w14:textId="3819840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1144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Přídržnice-R65-1:11-300-př-4400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348C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EF18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AC7DA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17A3" w14:textId="6B64968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B8F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Přídržnice-R65-1:11-300-př-5000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EB5D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6592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5A7A5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6722" w14:textId="6271C55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768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764E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Přídržnice-R65(S49)-1:14-760(1:18,5-1200)-ohn-6800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D705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ED802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23B9C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32B9A" w14:textId="132F463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C72E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Přídržnice-R65(S49)1:14-760(1:18,5-1200)-př-6800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5219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A1D2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CEC1D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B28C3" w14:textId="576FDB9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7AB6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Přídržnice-R65-1:14-760-ohn-7000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F6DA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1D72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6422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03E56" w14:textId="00DBF6E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4372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Přídržnice-R65-1:14-760-př-7000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1542D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B2F4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A4978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81EA" w14:textId="007B4BB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0C11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Přídržnice-49(60)-1:7,5-190-ohn-4860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6CED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D271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B27C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0EA5" w14:textId="4D95102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2CF6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Přídržnice-49(60)-1:7,5-190-př-4860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6B2E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E307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8A96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3066A" w14:textId="4D155B6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A0D9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Přídržnice-49(60)-1:9-190-př-5060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572D3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6EAA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0766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4B7A8" w14:textId="7C56D5C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6855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Přídržnice-49(60)-1:9-300-ohn-5400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F553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9A2E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AEE46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BC1BB" w14:textId="273E06A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3FA2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Přídržnice-49(60)-1:9-300-př-5400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506E2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9DB82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6662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E46F" w14:textId="2455D2B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73A9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Přídržnice-49(60)-1:11-300-př-5100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8F52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505F5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4F19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B5CB7" w14:textId="6395C7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0BED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Přídržnice-49(60)-1:12-500-ohn-5180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95CF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542C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3BC023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6045" w14:textId="441F9A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6E84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Přídržnice-49(60)-1:12-500-př-5180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1A6C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AFEA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099FE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E7A1B" w14:textId="079DB68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F547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Přídržnice-49(60)-1:14-760(1:18,5-1200)-př-6660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A95B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1C0C1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0009A3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86C4A" w14:textId="0162C8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F17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Přídržnice-49(60)-1:14-760-ohn-6660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EBCB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E003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0ABF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9DA0B" w14:textId="502335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EC79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Přídržnice-49(60)-1:18,5-1200-ohn-6660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5ACA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2720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1A37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916A" w14:textId="0464673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8B1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Přídržnice-49(60)-1:18,5-1200-př-6660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82D2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E0FB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2892B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F03B0" w14:textId="197154D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D2B8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Přídržnice-CS49-1:7,5-150-lomená-2200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0C143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7150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C82F6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133DA" w14:textId="607034F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EDC9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Přídržnice-CS49-1:7,5-150-lomená-2200-svař.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E1F8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12D0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85B8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3879" w14:textId="5CEFE61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45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Přídržnice-CS49-1:9-190-lomená-2200-svař.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6063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D05C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7BF9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F423" w14:textId="30990A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CBC1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Přídržnice-CS49-1:9-190-lomená-2200-svař.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1926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D4F30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D1294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546A" w14:textId="2A911F9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D3B0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Přídržnice-CR65-1:9-190-lomená-2400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0E5C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06A5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BD2774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A146" w14:textId="5912811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CB03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Přídržnice-CR65-1:9-190-lomená-2400-svař.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618A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1C32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8C77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1F70" w14:textId="60636A9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BF1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Přídržnice-C49(60)-1:9(11)-300-ohn-5050-P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58A0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013C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895F6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66EB1" w14:textId="0DF72C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163D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Přídržnice-DKS49(60)-1:11-300-4,75(5m)-lomená-2400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B07D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BB752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0C96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129D" w14:textId="1D05288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CF83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Přídržnice-DKS49(60)-1:11-300-4,75(5m)-př-4860-L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8B0E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A5F7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7F43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5EF40" w14:textId="288694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86BB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Přídržnice-DKS49(60)-1:11-300-4,75(5m)-př-4860-P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E9939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D0CE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1C00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BF06A" w14:textId="6DFC69C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2F7B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Přídržnice-DKS49(60)-1:11-300-4,75m-př-3890-L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F6D0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A3B32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CB8D1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EF272" w14:textId="782D84C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7D92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Přídržnice-DKS49(60)-1:11-300-4,75m-př-3890-P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8384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7BB4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7CF88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B6649" w14:textId="47EDDDB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FDF7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Přídržnice-DKS49(60)-1:11-300-5m(zdv.ú)-př-4640-L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4D26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D6A4C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A97D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74BC0" w14:textId="1381E7E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1F67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Přídržnice-DKS60-1:11-300-4,75m-př-2380-L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5A0F4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08BF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CE123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627AF" w14:textId="786A50E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D4A1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Přídržnice-DKS60-1:11-300-4,75m-př-2380-P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30A6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5D57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0E7D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426CD" w14:textId="61EB64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799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5A8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Přídržnice-DKSR65-1:11-300-4,75(5m)-lomená-2400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9B58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A662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2AB8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5899" w14:textId="22CF47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800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ABF4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Přídržnice-DKSR65-1:11-300-4,75m-př-2350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A8A4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AEC0E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73C69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5B23" w14:textId="0ADDA51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E0D2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Přídržnice-DKSR65-1:11-300-4,75m-př-3200-L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DC71C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05D80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DCFC3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16D86" w14:textId="725B337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7CC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Přídržnice-DKSR65-1:11-300-4,75m-př-3200-P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97BD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4CFE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FA5A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2783" w14:textId="420081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CB78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Přídržnice-DKSR65-1:11-300-5m-př-2600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88FE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8D9E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95946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CAD27" w14:textId="47EC851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B6E1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Přídržnice-DKSR65-1:9-190-5m-lomená-2500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8B0F5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D781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23662B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9DCE5" w14:textId="03655A1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C3BF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Přídržnice-DKSS49(R65)-1:9-190(1:4,5)-lomená-2500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A57F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2576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B48F4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61524" w14:textId="4F9D9B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004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Přídržnice-DKSS49-1:11-300-4,75(5m)-př-4400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15D4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7C6C0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4154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F6A2A" w14:textId="5429B56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948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Přídržnice-DKSS49-1:11-300-4,75m-př-2350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665B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DD9F9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1E35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F2599" w14:textId="36EBE9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2325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Přídržnice-DKSS49-1:11-300-4,75m-př-3200-L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C283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37149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7A4A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A17E0" w14:textId="67B6014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A5C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Přídržnice-DKSS49-1:11-300-4,75m-př-3200-P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BE55A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E8AE7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4A9A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65B7" w14:textId="0DF02EE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FFA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Přídržnice-DKSS49-1:11-300-5m-př-2450-L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DFE8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DDEF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718C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0A2E6" w14:textId="4279091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6258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Přídržnice-DKSS49-1:11-300-5m-př-2450-P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1B5D7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DCEC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9726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A03E" w14:textId="75581C1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454D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Přídržnice-DKSS49-1:11-300-lomená-2400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67D9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FCE2D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85964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9ECE" w14:textId="16EA123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B0A8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Přídržnice-DKSS49-1:9-190-4,5m-př-3800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5F67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0B17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474FC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1091" w14:textId="3766EEE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C698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Přídržnice-DKSS49-1:9-190-4,75(5m)-př-2220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4984F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7EA3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5297F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BD82F" w14:textId="293406D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175F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Přídržnice-DKSS49-1:9-190-4,75(5m)-př-3500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8663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A36A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6FB6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F2CDA" w14:textId="7E4DA75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8864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Přídržnice-DKSS49-1:9-190-4,75m-př-2700-L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143EE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BD76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A4DF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B355F" w14:textId="18E1961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B76F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Přídržnice-DKSS49-1:9-190-4,75m-př-2700-P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9FF2D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3502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BB7FC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B2B18" w14:textId="55F4821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0D5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Přídržnice-DKSS49-1:9-190-5m-př-2400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0A73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60BBF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A82B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1E491" w14:textId="439062F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A380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Přídržnice-DKSS49-1:9-190-5m-př-3300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5495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F0884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0387A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16B29" w14:textId="084B613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8BCF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Přídržnice-DKSS49-1:9-190-5m-př-3500-L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071F7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4FAF4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3C92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854EE" w14:textId="79623D3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15E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Přídržnice-DKSS49-1:9-190-5m-př-3500-P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D96C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1532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1A333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A2DB7" w14:textId="469ED1E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C14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Přídržnice-JT-3°6´-ohn-6800-pro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9B03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F08E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3D1B7D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E2B1" w14:textId="36B5BB0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77B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Přídržnice-JT-3°6´-ohn-6800-pro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728C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93CAA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60EF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9647" w14:textId="158069C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31B5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Přídržnice-JT-3°6´-př-6800-pro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9C30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0F70A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2183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4D357" w14:textId="2DC91FC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C6E5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Přídržnice-JT-3°6´-př-6800-pro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52199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AC4D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C2B67E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9B865" w14:textId="03BB14D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3D6A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Přídržnice-JT-6°-200-př-3600-levá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3DB3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1A68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BE750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F180F" w14:textId="1AF2105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E84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Přídržnice-JT-6°-200-př-3600-pravá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FE4D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FD7E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3A908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03865" w14:textId="166F8C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04AF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Přídržnice-JT-7°-200-př-3400-levá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C7C7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4261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E7C7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5A7F" w14:textId="400ADC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CA2E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Přídržnice-JT-7°-200-př-3400-levá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51B5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B69E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6F66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A1E3A" w14:textId="61351F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68DD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Přídržnice-JT-7°-200-př-3400-pravá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CBFA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51E29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FFDC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8F859" w14:textId="188E69A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C7A9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Přídržnice-S49(T)-CT6°-lomená-2400-svař.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981AA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4213D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E11D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B1E08" w14:textId="50A4C38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832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BD9A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Přídržnice-SS49-1:5,7-230-ohn-3000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E966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09968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CC4F2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CEB0F" w14:textId="70AAA7C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761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Přídržnice-KS49-1:3,68-př-2300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BA24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0FA2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8AD2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E36A" w14:textId="48E719F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2153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Přídržnice-KS49-1:3,68-př-3200-levá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42522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BC4A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C04CD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D706" w14:textId="6AA13B6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3CA0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Přídržnice-KS49-1:3,68-př-3200-pravá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D99D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894F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9D7C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FE7C3" w14:textId="6BDB3ED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7AE4A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Přídržnice-KS49-7°1´24´´-ohn-3700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A2B91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A3090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B94E6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56E83" w14:textId="0614B9E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4C5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Přídržnice-KS49-7°26´24´´-ohn-3500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467AA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DC12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2194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0BBDA" w14:textId="3CC23F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3612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Přídržnice-KS49-př-2900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22EF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4C10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4F30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1A810" w14:textId="1DE6D20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920F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Přídržnice-T-1:9-300-ohn-4500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3661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4FAA9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3B5D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B86A" w14:textId="2DB458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DB35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Přídržnice-T-1:9-300-př-4500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C6F67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E9FA7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8FA8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68520" w14:textId="6926B82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DDA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Přídržnice-7400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1A94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CE75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69E6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B2D9" w14:textId="7EB0F3F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3DF1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Příchytka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2227E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62C6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E7AC9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F6D12" w14:textId="50E752C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C812F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Přípojka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8BABB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47C1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B5C4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5E51E" w14:textId="66EE5DD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97D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Příraznice-pro svěrku VT2  šířka 20 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A451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C7DE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4E0B5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B077" w14:textId="6F66EFE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8EF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Roubík D25/20-120+7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4A43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F9CD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08003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68A0F" w14:textId="726A86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B3FC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Roubík D30/25  70 - 100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8ACFC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528D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33A0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0D41" w14:textId="628CDD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573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Roubík D30/25 110 - 195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07F8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C896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24E07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2609C" w14:textId="425F10A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125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Roubík D35/30-90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6AB1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275E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BB4F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601A" w14:textId="52797E3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B0F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Roubík D45/35-90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FEE6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E4206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3CD9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44362" w14:textId="66871C1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9B5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Rukojeť součást výměníku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450A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BD46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66BDB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0F019" w14:textId="1EF2384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7E63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Rukojeť+matice zajišťovací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97C4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6D052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264D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7E885" w14:textId="6C0004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FF2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ke kluzné stoličce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84B2C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CB09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3EBB2A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A614" w14:textId="7497B77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199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JS49-1:9-190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BB9F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ECBB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EB90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AA53" w14:textId="25AE98D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2F1D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JR65-1:11-300 (srdc.část)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04AE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97217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05A17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EAF48" w14:textId="29B56B7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760C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JSR-60-1:9-190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899E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87AD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73D3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F7E0" w14:textId="6BFA18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2207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JSR-60-1:9-300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A3879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964F7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6F76B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4DB30" w14:textId="2DA0BED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9A4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JSR-60-1:11-300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7067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3E19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5DC1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A798" w14:textId="490A89C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C4CE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JSR-60-1:12-500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CE4B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3AE48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9CE1C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81AE4" w14:textId="200781C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C931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JSR-60-1:14-760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82BE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DDBCB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4CE36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D627" w14:textId="38EEEC1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A72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JSR-60-1:18,5-1200 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D509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D9B0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AF44E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D6639" w14:textId="62D699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773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 v DKS60-1:11-300P(ZPT)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746E8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C07E0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562E1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34FDF" w14:textId="3D6285A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C1BD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JSR-S49(T)-4°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D3F9D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25846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436A2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27EFE" w14:textId="3038177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ECC4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VP svorníků pro JSR-S49-1:7,5-190-ZP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2FE9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23A37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FC9E7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CE5C" w14:textId="166479E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864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577F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VP svorníků pro JSR-S49-1:9-190-ZP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28F3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07315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7C4D0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7F620" w14:textId="74C1DD4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9FA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VP svorníků pro JSR-S49-1:9-300-ZP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608D2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14513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506E1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2BE4E" w14:textId="7E55BA4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BB73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VP svorníků pro JSR-R65-1:11-300-ZP; ZPN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607CA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D9A7A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0B156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D6DAF" w14:textId="3609AFE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5A4E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VP svorníků pro JSR-S49-1:11-300-ZP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14BD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A7D10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B2B33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09656" w14:textId="2E8E873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4487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Soutyčí CS49 1:9-190 úplné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EDEF4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023B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23D28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2F50A" w14:textId="381FE1D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5E5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JSR-60-1:9-190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641E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026D3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B870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F99AD" w14:textId="33B6D9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72A2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JSR-60-1:9-300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A936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8D10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1A95D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DE27A" w14:textId="402B5D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55C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JSR-60-1:11-300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A5D6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1C84A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4B73F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2833D" w14:textId="0986AB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18E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JSR-60-1:12-500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F23D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259E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A2BDD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CF770" w14:textId="788152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77A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JSR-60-1:14-760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0508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2702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D734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B00BC" w14:textId="5B52849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7F54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JSR-60-1:18,5-1200 (ZMB3)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C97B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9323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F92F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C1C40" w14:textId="48FF2E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489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integrovaná 60 SVV-ZP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3A2E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267F9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96C7D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64F3" w14:textId="7147B3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D8D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integrovaná 60 SVV-PA, P6004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CF1AA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3F39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0756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EA967" w14:textId="480C67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A3C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integrovaná 60 SVV-PB, P6004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D87D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5D30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EF9603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58EC" w14:textId="5E4A09E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6293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integrovaná 49 SVV- 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9797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8B459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456B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DC858" w14:textId="760ABD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BBD0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integrovaná 49 SVV-PA, P4004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0050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1C06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3394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F332" w14:textId="66B54D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6895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integrovaná 49 SVV-PB, P4004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D000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AC97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D7307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263E1" w14:textId="3A41876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E5CF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SVV-A, UIC60-2012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C172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5A50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71FFB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BBAC6" w14:textId="127331C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8FA7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SVV-B, UIC60-2012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DDC4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D3EC6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E3E2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E7225" w14:textId="56AD0C5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DD92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SVV-D, UIC60-2012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A13D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CB0D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69AE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F8D30" w14:textId="71D1598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3A6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SVV-A, R65-2012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C4BA8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34FA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F4FF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90F4" w14:textId="5E2BDAE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ECF1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SVV-B, R65-2012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1B4E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AA86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FB4E3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FCE7C" w14:textId="1F91E02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1C5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SVV-D, R65-2012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C970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DE73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44BE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42849" w14:textId="2DFF34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A5A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SVV-A, S49-2012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40F6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32B4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B3D4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4F3D" w14:textId="1778D64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CDD26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SVV-B, S49-2012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0E25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B0E0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BA71C2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C5679" w14:textId="4063C1A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E39A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mezipražcová, SVV-D, S49-2012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46590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D2B6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5853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0E383" w14:textId="2A67C12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4D80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SVH-09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F1092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FA108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666CB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8FEAB" w14:textId="3C31B59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EA86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SVH-11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B07A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5E01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19DE6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5B68A" w14:textId="1C21FA2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8AD0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SVH-12A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F247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9C73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924C0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62DF" w14:textId="7AE7AA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BE11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SVH-12B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B75EF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C3E0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93764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119D" w14:textId="2056A9E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F9DE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SVH-14A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39C07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98B6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6FC3F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C9BBD" w14:textId="53814CB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F92B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SVH-14B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8CC7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BE3E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49B5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6E96" w14:textId="2BD0A03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896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4F8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SVH-18A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1EC7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DD35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D5EB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B3D8E" w14:textId="42E1B65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3A3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SVH-18B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08253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881D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060A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1E8A3" w14:textId="6B40E1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67E9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SVH-26A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327A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8734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E727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4A5F3" w14:textId="02994BC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899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F2D8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SVH-26B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233E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26A07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E60EF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3E38" w14:textId="1124E80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EC0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SVH-33A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F1F6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96D7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07574D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9D7CC" w14:textId="759B5E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8AFC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válečková SVH-33B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BC837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0C57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BAA2C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C030" w14:textId="268818E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C7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válečková SVH-33C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69BA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175F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3885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4A435" w14:textId="2AD2C99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C6A4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Stabilizátor S1 pro PHS, J60-1:11-300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253A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33906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8892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DF346" w14:textId="51A09FA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A8F4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Stabilizátor S1 pro PHS, J60-1:12-500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67A8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BC07E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78D2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5063A" w14:textId="0CDAF4A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CE19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Stabilizátor S1 pro PHS ,J60-1:14-760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576E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2D1B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DB6D0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E75B1" w14:textId="625B33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5D9A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Dotlačovač kombinovaný DHK,J60-1:18,5-1200-PHS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CB80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1489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0ACC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27830" w14:textId="0663F73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9B0B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Dotlačovač kombinovaný DHK,J60-1:26,5-2500-PHS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FC35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9BF4C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B5DE98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923DD" w14:textId="3FD547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18C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Dotlačovač kombinovaný DHK-J60-1:33,5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A82C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AE93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84630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57B59" w14:textId="7D456A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9D6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JSR-60-1:7,5-190 -náhrada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E45B0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8458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719B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0D3A9" w14:textId="72B549A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DE1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JSR-60-1:9-190 -náhrada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DA426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32158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785ABA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C463" w14:textId="0F53D2F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3004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JSR-60-1:9-300 -náhrada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6E76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BFAE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CD4F4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DC19" w14:textId="065085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3732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JSR-60-1:11-300-náhrada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45E2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FE1E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8CFA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764EC" w14:textId="38D97D6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762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JSR-60-1:12-500-náhrada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F0DE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9BDD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7ACF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3FD64" w14:textId="3295157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CB94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JSR-60-1:14-760-náhrada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7B908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63B74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464C2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9F764" w14:textId="5011A61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4B1F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JSR-60-1:18,5-1200-náhrada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FCF7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B852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6A30D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EBA0" w14:textId="286CC3A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33E3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JSR-60-1:9-300-PHS-náhrada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062C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D2F7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FA61F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07CD9" w14:textId="3801769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7B6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Souprava podkladnic pro JSR-60-1:11-300-PHS-náhrada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E41D7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4B474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8E41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CD4D0" w14:textId="2688EFB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CFD1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JSR-60-1:12-500-PHS-náhrada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171B4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7F23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3070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44833" w14:textId="4522AEA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2D0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JSR-60-1:14-760-PHS-náhrada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830C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88DA6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B8534C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B7D3D" w14:textId="5F3A6B6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04BB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JSR-60-1:18,5-1200-PHS-náhrada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C5EB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F1DBA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FCCD0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72B63" w14:textId="00E59A8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82E0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JSR-60-1:26,5-2500-PHS-náhrada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EBDF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D7C0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FE249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1F9A2" w14:textId="70AEE1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273E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Souprava podkladnic pro JSR-60-1:33,5-PHS-náhrada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85134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42352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BE29A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F4FCA" w14:textId="3E7B6D7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4A70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Třmen A pro SVV-PA odl.pro stoličky válečkové integrované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F9F0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9A6F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98872F" w14:textId="77777777" w:rsidTr="00303802">
        <w:trPr>
          <w:trHeight w:val="30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1D78" w14:textId="6AD182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86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Třmen B pro SVV-PB odl. pro stoličky válečkové integrované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F8359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2C75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F89AF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6DA41" w14:textId="21869B4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FFB0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Třmen A pro SVV-A, pro stoličky válečkové mezipražcové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FF23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F9107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A97D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EB0E2" w14:textId="2C1FA52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480D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Třmen B pro SVV-B, pro stoličky válečkové mezipražcové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BF1D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E476A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358F4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4B904" w14:textId="441E0B7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AA52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Třmen D pro SVV-A, pro stoličky válečkové mezipražcové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1E5C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C9AF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060F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A8B6F" w14:textId="05C1DD2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928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3DC5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kořenová ohnutá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19E1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DCC1D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43CC4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E738" w14:textId="3377599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389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Spojka kořenová přímá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9DE7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BAAB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CD69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FCD74" w14:textId="2454D69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9ADF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plochá R65-260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129F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6B13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16FFD4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F7EE" w14:textId="01D41F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442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plochá S49/T-650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8A163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83FC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B4E4B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4A68C" w14:textId="6B37AFB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6183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plochá S49-250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5B90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CF09B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1DD3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6E02C" w14:textId="75AD137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2F1D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Spojka plochá T4-730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C3C6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93B1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FDE4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B256A" w14:textId="471D94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7129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D28-1012-1025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314F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B731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7DC1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544EC" w14:textId="57BB82C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1FB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D28-1040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C2DC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A4C7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BE7E27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12C4B" w14:textId="0893524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D0A0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D28-1040+roubíky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C6345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D1BA6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634582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8F204" w14:textId="101411E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928D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D28-955-968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C0B27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8AA04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90AE5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BFA1" w14:textId="335E428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750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D28-973-989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D688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388D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38FE5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C24E1" w14:textId="7BB25DD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FA23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Spojnice pojistná S3 svař. D28-973-989+roubíky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1E96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7735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DF02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2CEB" w14:textId="7A5AA7A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F2C6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Spona pérová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366C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ECDCC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B30F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CB49" w14:textId="1645C42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F911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Spřáhlo stavěcí 5660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9D72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48EC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F23C7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E1DD1" w14:textId="6AAEB4B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A9A8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Spřáhlo stavěcí 6804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F7822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4869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1086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64B90" w14:textId="2D03368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DC5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Spřáhlo stavěcí 8664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D339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4B12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A5D773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D3E1" w14:textId="67703EF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61B4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Spřáhlo stavěcí Sp pro CR65 a CS49-1:11-300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16A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8C81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38A87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31A3F" w14:textId="5A06385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D59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Spřáhlo stavěcí Spl-část 8294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C9526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6A40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213EC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D756" w14:textId="718A00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C17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CS49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A956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62CB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A54A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1969" w14:textId="0BA9C80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57EB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pro CS49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21A83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3963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456A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F175B" w14:textId="4875FCA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DA9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Stěžejka háková pro CS49 a CR65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91DF9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3AC28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4EC0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F64C1" w14:textId="2071A81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9259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Stěžejka háková pro CS49 a CR65-1:11 úplná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4303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E6EE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0D4A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B193" w14:textId="2D88BF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3D0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R65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4418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751E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DC5FF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BD02" w14:textId="7A5B21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4C8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R65 pro 2.závěr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2ECAB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242C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7DA86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EB129B" w14:textId="403ADF8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9A7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R65 úplná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740F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8F82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A14E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7CA4" w14:textId="2315C12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477C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R65 vnitřní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53926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D23C7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77634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2F9EF" w14:textId="49A00FE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B313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S49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1B303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1695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BE5AF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7BB1B" w14:textId="62C2D26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FCB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Stěžejka háková S49 vnitřní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8990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845C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5B7CE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3CAA3" w14:textId="4AAF05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18DA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Stojan pro úhlovou páku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A33F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B83A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C75C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00C13" w14:textId="592AFFC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C173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Stojan pro vedení tyčí - 181 vys.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F332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D523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10A0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DA97" w14:textId="5704B92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8B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Stojan ST1 s úhlovou pákou P1 a roubíkem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F014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41A9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1107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DC27" w14:textId="68B6D1B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59A7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Stojan ST4 pro úhlovou páku s roubíkem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346A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E5A5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CF12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BFC07" w14:textId="147F453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960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7C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Stojan výměníku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997A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F6E57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20FB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540C" w14:textId="37331A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60E7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11 - 31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8628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BB4A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9D35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000CE" w14:textId="75FC80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BC6D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90 - 388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7DE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6F730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F689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2AFAE" w14:textId="5BB1FA3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A5E7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454 - 459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1377E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F661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831F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32F01" w14:textId="1A0E66B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EF6F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743 - 1007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34D45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C213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4F4E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FBE0A" w14:textId="3CBEFF5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A646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1009  - 1074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2B2E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9424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9F766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D75D7" w14:textId="2771F4F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73E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Y15 - Y71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5215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0158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C27BE5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5980" w14:textId="094B887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83C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Y7193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5F41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7143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2115A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1819" w14:textId="107C5EC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2356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Y72 - 73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CD84E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5684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0CF9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8FCD8" w14:textId="5F38C3E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8950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Y90 - Y513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1A0D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69700F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3D237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EC3F" w14:textId="575FB01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31C6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Y1001 - Y1007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4499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CFB15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2932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4C444" w14:textId="563A039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A2F0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Y1009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4B26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21A7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59816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2E589" w14:textId="7CF90D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CA9D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Y1010 -Y 1011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FC545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3BEF5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108AC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E0A6" w14:textId="4AE70F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81BC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Y1012 - Y1018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5F0C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667E8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74E0D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0C05" w14:textId="15065F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153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Y1101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1D29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C499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35A6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CED09" w14:textId="519C3CB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E631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Y1246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2D18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03F7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300B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865BC" w14:textId="339CE71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387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Y1813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8E894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34D7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17CC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850DC" w14:textId="1600916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2D5F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Y1814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E87B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E2D5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11FA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FFEF8" w14:textId="1AA079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5225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Y1815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F46BC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D7A6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53396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B80DD" w14:textId="79C1D0C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B56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Y3020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446F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6C2EF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F6FF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D5B82" w14:textId="0B8F0C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C948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Y3020A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1B7E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CA0A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11B1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38777" w14:textId="0214051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0AFB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Y3070 - Y3073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B268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4EDA1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73D19A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5C7A" w14:textId="57D743D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95E9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Y3156A - 4763A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4E3E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C7C77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E8825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DA5DC" w14:textId="6915764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B7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Y3156 -Y4763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A798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858F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545D8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CB896" w14:textId="3344175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25E2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Y5663 - Y5907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0314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382D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3093B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3E7B" w14:textId="658954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9B0C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Y7029 - Y8621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2F8FB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A86B7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7D30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FD6AF" w14:textId="6FFC187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BAD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Y8792 - Y8796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2B7F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D69E2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F58C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3E647" w14:textId="7C59244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5EA8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Y3157Z1 - Y4752Z2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5290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8575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8C45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102BB" w14:textId="3C066E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973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Stolička kluzná Y4752Z2  J60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9056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6667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D855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5E8CE" w14:textId="378CF0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0D69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Stolička kluzná Y4763 Z2, Z1 </w:t>
            </w:r>
            <w:r w:rsidRPr="0037484F">
              <w:rPr>
                <w:rFonts w:eastAsia="Times New Roman" w:cs="Times New Roman"/>
                <w:strike/>
                <w:lang w:eastAsia="cs-CZ"/>
              </w:rPr>
              <w:t xml:space="preserve"> </w:t>
            </w:r>
            <w:r w:rsidRPr="0037484F">
              <w:rPr>
                <w:rFonts w:eastAsia="Times New Roman" w:cs="Times New Roman"/>
                <w:lang w:eastAsia="cs-CZ"/>
              </w:rPr>
              <w:t>J49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C4473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EC57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42AED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2A98F" w14:textId="469162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BFB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VT2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1BD25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60FF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1FBA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A7DF8" w14:textId="31E4489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635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26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92EF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E995A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6588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8B5E" w14:textId="2ABEBEF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992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7EA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5376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F7ED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BFEA55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28A5E" w14:textId="2933E0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320A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34 - 59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C94F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F188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D438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8D72" w14:textId="526185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10BC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145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1DC8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9F0D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79AE2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99EFC" w14:textId="5F07D8E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4D32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184 -185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B491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4EEB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9D725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DFDD5" w14:textId="47B319C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FC5A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186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2F23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73269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710122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724A7" w14:textId="7537ABB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005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196 - 199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C81C7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F8DB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1F0E3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62721" w14:textId="0D7F35C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8149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227 - 229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EA215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0E13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743D7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21B44" w14:textId="2DA2A5D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999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CE92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276 - 315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D860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F203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1FA92C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7D2ED" w14:textId="0753D3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3CB3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329 - 360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6856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DC6AD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74AD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E386F" w14:textId="77F5750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7C72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ŽS4-přejezdová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0EF7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372A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14A04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308C9" w14:textId="526330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D52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42BD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76FEA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B12168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28BF" w14:textId="4DC3AE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8EB5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39 - 156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3985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C38D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F15C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FD4E" w14:textId="724B553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05F0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N57 - N83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2A19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2CEF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0E8B4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7232D" w14:textId="653E36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D53D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N128 - N132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65EE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6BCE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8FB67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26DEA" w14:textId="7109921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F786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N155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CA21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6BFD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3770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8A67" w14:textId="0DC001A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C643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N156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0D60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479B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24F881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58E5" w14:textId="670FE2D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27E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N532 -N535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FA93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ECD9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6A42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48F08" w14:textId="495DBF3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FF3F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N536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8FC8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D066C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72AC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5DDC6" w14:textId="7E019A6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46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N537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75C38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DB5C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F059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7935" w14:textId="281C27B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4A7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abnormální N554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4595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7497C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267A1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92A87" w14:textId="36D80C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12C1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N1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0597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966E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A34A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73567" w14:textId="423B757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870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N5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4E63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4B9B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5DB0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0A17F" w14:textId="2E3759A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04B3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opornicové opěrky 359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F190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467E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F2C5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A5562" w14:textId="2DEEDE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8A7B3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Svěrka SD - 90/40-80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A625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0334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0BDA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1E9B" w14:textId="4639A51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06B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Svorník M24x150 montovaný - 240 montovaný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B33F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A460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C7A1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277EB" w14:textId="4A1C34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F31D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Svorník M24x250 montovaný - 350 montovaný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A7B2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83A7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7149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31EE6" w14:textId="1EC43F1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52BE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Svorník M24x360 montovaný - 460 montovaný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B323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5852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E77BE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F73B4" w14:textId="6AD9F50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66CD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Svorník M24x470 montovaný - 610 montovaný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A9A9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D78A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D320A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2468" w14:textId="41531F6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701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Šroub svěrkový M24x87 RS2 upravený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7CFE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3052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9A2A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89316" w14:textId="1A6C4D1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ACD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Šroub upravený M16x70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A601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A1006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E65A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73627" w14:textId="5CAB70A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55B3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Šroub upravený M24x85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4A5B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91E4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C46B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9FAE" w14:textId="7F47908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B2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Šroub upravený M24x95 svař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4C0F9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FFAE0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B65AB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764F8" w14:textId="25BC13B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1024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9289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D28-1685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3268F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519FA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E8B9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2909E" w14:textId="736CBA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B47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D36-1907-2042 reg(SS49-1:5,7-230)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E24C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AAA7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94179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3748" w14:textId="4AF226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ABFE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D36-1907-2042 regul.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E055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3E3C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3A5D36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08F3" w14:textId="65CCB80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606E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D36-1907-2042 regul.+roubík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12AC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7DC2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CEA89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C46E0" w14:textId="4714744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7D02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I D36-1907-2042 regul.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6914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3CA7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972A7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BF9F5" w14:textId="42E5D20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0D13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II D36-946 regul.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F81BE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543C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03B22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56702" w14:textId="37AC3F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D940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II D36-986 regul.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7515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B68B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4847F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4042" w14:textId="0484A93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ED42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 výměníku T2 regul. k 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EDD4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FE27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F86A5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CDC2A" w14:textId="413A29E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71B8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ke spřáhlu Spl 2490 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074B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F2ED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9B63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F4366" w14:textId="663251D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792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přípojné ke svítilně 1000 svař.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B959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9E2F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61FBA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38BF7" w14:textId="1CBE72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D5D0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svař. součást 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365D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BE80D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A51A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0AC1C" w14:textId="7C7F7C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7719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T1 D36-1590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2E4A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E9FD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2AFD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CE436" w14:textId="50C2E5E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BD91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Táhlo T2ab k dvojité srdc.PHS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FC409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A835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703E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B512D" w14:textId="2C65A07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DF0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Trn k vidlici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8AB5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7285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8460A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0DF5" w14:textId="3402E78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74B4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Trn zádržné opěrky 50-170x130,5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2F52A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83DB6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C1ED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7C0D" w14:textId="5B7DA04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CE93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Trubka izolačni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5B01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4F99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876B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A2061" w14:textId="7DF9B64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90EE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Třmen zajišťovací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3E138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7F16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B514D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4AA32" w14:textId="690BD50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233A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dutá vřetenová 720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A37D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210B2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B71A2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DF8EB" w14:textId="3460EB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2FD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přípojná svař. 405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6C5A1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C8625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76156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AF8E" w14:textId="4442515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B9CE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´´b´´ svař. D36-830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1EF3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7ED94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6E077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7962B" w14:textId="364CC3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8C83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810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74A7B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53D06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E7C5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0F4C3" w14:textId="06E09CA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AADD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900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CBD2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49A2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32DB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02F37" w14:textId="29632AB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0053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izol.regul. v dl.908-948+roubíky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F48C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CD90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BE43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B6EE8" w14:textId="2554BE4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A9E6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izol.regul. v dl.988-1038 P+roubíky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AB093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8D67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6A0E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2F690" w14:textId="36E1BBB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9A7E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Tyč spojovací izolovaná regul. 940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AA84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A76F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519A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07CF2" w14:textId="1988291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1A6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regul. v dl.1085-1150 S2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1F5D4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4B06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8ADA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C959F" w14:textId="004D8CB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4C4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regul. v dl.908-948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310C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B6B0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F1A0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3929B" w14:textId="3A98568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C177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regul. v dl.988-1038 levá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9D94F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69767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610DF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55F4" w14:textId="2A5A6C1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1637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Tyč spojovací izolovaná regul.´´a´´ 2074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4155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8BFC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4B9F8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8123" w14:textId="6397E9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15C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vnitřní S2 svař. 206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E422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14EC4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4AAF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B4442" w14:textId="47F6BE8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84B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vnitřní S2 svař. 232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4D90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9A73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D892B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322F" w14:textId="2CDB2A7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715C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vnitřní S2 svař. 270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AC6C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D8F2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3341C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157E2" w14:textId="5CE68C7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1056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57E6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izolovaná vnitřní S2 svař206+kroužky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9EEE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2861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C095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03EAC" w14:textId="4F52C60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1273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Tyč spojovací S1 svař. D36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EA8E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60E1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3DBAE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CF5C2" w14:textId="2E1B859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CF09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 xml:space="preserve">Tyč spojovací S1 svař. D36-873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9788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58E1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B89EC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25CB7" w14:textId="1C3B3E0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BAF2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S1 svař. D36-897(882)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EBC0A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FAB9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B5B4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6C04" w14:textId="15009E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FB2B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Sp1 svař. D36-450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08DB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EB94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87192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8171E" w14:textId="5EA287E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BA0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Sp2 svař. D20-873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D58C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837D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49F1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E9AC" w14:textId="788776E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D230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Sp3 svař. D20-873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54CE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71D01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19465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FD76" w14:textId="2FF445A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463B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Tyč spojovací svař. 477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8176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B01B6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8D49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D6436" w14:textId="6B76BD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19F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Úhelník pro návěstní svítilnu 2792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F4362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CF8E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BF3B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2432" w14:textId="6235D1D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989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Úhelník pro návěstní svítilnu 750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E887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98F36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40EB0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A7D5F" w14:textId="79CE1D9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8453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Úhelník vodící kladky 550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63D5B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0B016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A49D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4B533" w14:textId="094809B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8532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Úhelník zádržný 75x50x6-4000 k zajištění výměny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0AA8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6F5E6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8E63E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CF5DC" w14:textId="443B93E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0A65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Váleček opěrný D15-115 - 125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79D83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67F77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D771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A971E" w14:textId="3A2D28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40E5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Vidlice součást výměníků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C74B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B64D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B13C7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913A2" w14:textId="65BB715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2F6E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Vidlice zádržné opěrky 50-170x127,5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96FFF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E59C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D6B1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0E34" w14:textId="08C89CA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2A61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Vidlice zádržné opěrky 50-170x135,5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BBED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8678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639DF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F0DC9" w14:textId="722ED7D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0990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S49 41 - 45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1CB86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DB2D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6C58F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9259" w14:textId="6D3CBC3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52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EF726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04A89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01E3F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C4939" w14:textId="1889ADA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1CF2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559F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C3AE4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9CCC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2C1B" w14:textId="2DC1ED3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FC8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58608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7CC4F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B149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356B0" w14:textId="660A1F0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971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0E68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DE49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75A7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D6B5E" w14:textId="2278543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CCC9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E195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399E2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91DF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2FE5F" w14:textId="4071256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5645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784C8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1CC3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E43D56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6EEA9" w14:textId="033258E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E835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207D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D7DCD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1BF7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E537E" w14:textId="3C06EDF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5CD7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98D7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83BD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8E57E0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3DD1" w14:textId="4BA0871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A58B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6B0E0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05BB0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00176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5F2A" w14:textId="5A6C8AD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88C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280E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CD173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A7D9F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ED1BE" w14:textId="612E37A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11B2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4B52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A22B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17DD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F2251" w14:textId="036CFEF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4508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81E9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D50B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1247D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3201" w14:textId="08FA19D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B296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5F3FF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2686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C1FAC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3A76" w14:textId="65DF720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603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1CE86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0D99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0BA6F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E645B" w14:textId="79E4E1F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CDC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44652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EA7C9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42EB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0348E" w14:textId="7C7BDF0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1088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14A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0D7E2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AE00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6DB8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7FFFF" w14:textId="457BAC0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C3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63 52/22x65-325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D305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75E20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33D585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6A301" w14:textId="0B4E5A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B828B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FFD08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EF73E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98DD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357D3" w14:textId="4B961C0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1F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AAA5E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AAA5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C7E7E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EAE50" w14:textId="0C64475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F6A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0011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BF5F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E02FC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EBB2" w14:textId="03562B8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9EBA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920CE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06E7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0210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06B" w14:textId="1CC31AE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75578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AAA27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22693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2F33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FA1DE" w14:textId="0F36A95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1A84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1266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E4662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8BE26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5103" w14:textId="26A36E4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1CD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87CF4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269E1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6592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846AF" w14:textId="748E209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C57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0238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4FD9D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D5065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F1C56" w14:textId="0D7D637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EDF4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105 50x61/30x280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980D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40DF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ED3B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4066" w14:textId="1D6D8F3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1099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33CE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945E6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F78D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CF12F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7A694" w14:textId="6CBF5DC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E2D7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72324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007D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B2E1F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6A176" w14:textId="074C98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F3A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5C01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B5F9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115CE5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D746E" w14:textId="19E1A6B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87D6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8F78F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1F629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71406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99BC5" w14:textId="2FCD90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9CF4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9284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FE9A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6F764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7D13" w14:textId="3996CD9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815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9A03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94ED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CF9CE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9F0AA" w14:textId="1BB56C9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2864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56D1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B3B9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19F0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96E4" w14:textId="14E9BAC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8E4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1637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6581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3525CA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72F7F" w14:textId="23E33EB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03C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DD12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2A5D8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9081A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77DC" w14:textId="136A9CA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B17E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118 65x51/22-270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31B3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B62A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74D2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988E1" w14:textId="48B921E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4EA9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7F88E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780C1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5D731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32E82" w14:textId="68BF36B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0E2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17378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BABFD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A29F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69A" w14:textId="18AA55D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DB71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137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168A9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5D0498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2CE3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04064" w14:textId="4E47B7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31E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151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93B2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2E8EE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3145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905DA" w14:textId="7F252A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2474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153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0522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0642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0F36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DAB89" w14:textId="14CDD3E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AA9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156 50x56/23x250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64EC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D4F0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49AE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AD85" w14:textId="272CF63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58E4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66FEDC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0260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44A9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FF75F" w14:textId="3788F10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1AA9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EB1E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F3851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31488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7D68" w14:textId="2A9234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FBEB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171 93,4x90,5/85,5x420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238A2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78E68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1520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90BFB" w14:textId="34C5482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D965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4C7E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8EEC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B3585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F1586" w14:textId="0FF90A2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9957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B6C8E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46DA6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FA08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1D393" w14:textId="1CB7401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1120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A74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438E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C48A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5A2A6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1A5F4" w14:textId="102789B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83B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5D1C67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B6FA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58AE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F17EC" w14:textId="30C8D3C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A3B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8725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B4E2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F124A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AC536" w14:textId="27000D2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C74A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04AB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4640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40CB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CCB0C" w14:textId="6FB092F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7AB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5E22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541F4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D442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E85B8" w14:textId="5DB166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CA9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41B64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F9E5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C60A2A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F5186" w14:textId="4BE44D2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757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A955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4A16F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760B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CA18" w14:textId="4804FAF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1DB0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185 50x52,9/22,9x300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6B788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FA96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852F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BA2E" w14:textId="16BB022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346D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186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21C3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59E3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0AEE5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EB26E" w14:textId="72776D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FCF7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872C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B22E8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5B764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41E9E" w14:textId="783F479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789A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207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17FD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76DF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333F2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5EBA4" w14:textId="6D7318C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DEEF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208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851A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66BB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5F6C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B142A" w14:textId="2F9DA0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143E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67F5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515C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5EB9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E417" w14:textId="0BCFCC9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4FB8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B34F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ED79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BC4B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5214" w14:textId="7815FB8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5AE3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5881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69A3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29CF0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727A1" w14:textId="4155DFF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82E7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7B89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53567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0F05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9173D" w14:textId="144BB71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D601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5D45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4D85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6E3F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4D2C7" w14:textId="2FB4CF7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6F11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6B40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9E8C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33D22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BFCF3" w14:textId="07CA98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3BA9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CAE5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DA63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8EDD2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19608" w14:textId="5A2858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7A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25EF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5853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D937E9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60731" w14:textId="0094C0E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EB23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D823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CC3ED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536B8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D5C4B" w14:textId="5FB8CFB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B4D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2785ED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DC3E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5B7BF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21AE1" w14:textId="6DA441E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DD99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F25E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2DFD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7163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A7E4" w14:textId="56A8D41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B06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5BC38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67DC0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5CD1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4EFFF" w14:textId="2979542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7C77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BB81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5E86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AE2173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774B" w14:textId="2471840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D65F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BCA56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21DB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0BD1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1E9A8" w14:textId="43F2259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A6D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46C4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E76B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A828F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BFB08" w14:textId="0C9B68B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53B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BAB6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01B5C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0E430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8DECD" w14:textId="22A507C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8527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D1059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74A2F8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E49C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D6C08" w14:textId="2A71E9A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653B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1546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3211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68DE1F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55F82" w14:textId="75314B8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DC88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246 117/112,5x53/21-590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D3D09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F71FD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7A065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26645" w14:textId="3969777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3EF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247 117/113,5x51/21x620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0EFB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DFA2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38B640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1D978" w14:textId="15FEC5A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1152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D4B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248 100x52/18x880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BC6D2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B37B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4566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E8B6" w14:textId="14F1E06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603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252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FCE1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50728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7EAD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A19B7" w14:textId="2A6D97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9337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258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77FD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34A25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8D83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839D4" w14:textId="6D59C4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5E4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40584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8691A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CA2A4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9D1C9" w14:textId="22D1B2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1BEB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B9F951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27A3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A0030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59135" w14:textId="5BFD3A1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071C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262 50x78/28-300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FA8D4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09D0E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73F8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1574B" w14:textId="558989A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ECF1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263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7B35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CA719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5011D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8C0DE" w14:textId="10E2AA0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BCEE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9D4D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C57C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05731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A4100" w14:textId="4F85D13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C5E3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2632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6580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A296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0CD3" w14:textId="150C313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1E1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C1606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9D0A5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617F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73B3E" w14:textId="2997771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8BB0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C0AC40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0FBA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61DB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12D3" w14:textId="37C05E7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AEF9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E670E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924B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1FAC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80E1" w14:textId="5849DD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CEBA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209AD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6051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EE793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883D1" w14:textId="39468D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5AC5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52488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B5F7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8F9B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CFA2" w14:textId="4C1A146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355B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295 117/112x50/19x690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FC1B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B71AE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714FB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E902B" w14:textId="2215718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D7A5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4B48B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30E6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9805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8DB16" w14:textId="36E3344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9C45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EE26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23F687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574DD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0C90D" w14:textId="6957BE6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DC3B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299 50x101/82x300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D98A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B2E1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03AFF6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1B1FF" w14:textId="1189D76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5D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300 (z vložky 174)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002A2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29D77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CE49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46409" w14:textId="07A0F38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E9CC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8B0C9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12DD84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B4B7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00233" w14:textId="7B13943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2D5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85B2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2A66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8C85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57A47" w14:textId="3D18956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0A0A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00139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FCEFE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82BD7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8C01C" w14:textId="190D04A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ED4E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6B71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E92B3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956C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22F0F" w14:textId="5AD30A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421A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1BB6E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4538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0B97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6C6B7" w14:textId="6068DB7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230C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76E58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50BA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E6AB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794D" w14:textId="06936EC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8545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319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377C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C306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E4435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E065F" w14:textId="7B4CECE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73F2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71FAB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FB1F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B7CB6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45B6" w14:textId="696E0BE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44BE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11CA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86A6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D28E9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3C680" w14:textId="4B76707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F54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2E9069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AEA3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3C17E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5F1A2" w14:textId="4CDB7F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38A1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323 117x67/52x300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BD5CE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5C1F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781D1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76AC" w14:textId="0EEB195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6D3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324 116x34/21x500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61A5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0FB3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EFE7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FE533" w14:textId="631988B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8C60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325 117x48/36x500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A317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D3D7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08379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11CA8" w14:textId="2686772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1184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51D4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D18BE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F2007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1064E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457D" w14:textId="0F3D897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E8C6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7D038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FDA0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25A2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B8AA5" w14:textId="294CB8F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2B38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7AE4F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21863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C4E9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4F1E9" w14:textId="621BFE5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147F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357 116,5/112x35/20x490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542C42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6B8B1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66AD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5E111" w14:textId="726C653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843B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358 117x44/35x300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1980B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6CCFA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215E4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DA48E" w14:textId="416F2A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ED14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6038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5A37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C45F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4CE5" w14:textId="5F44043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2DB4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D26CB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A248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C124B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C7A0F" w14:textId="094BD42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37F8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AFE4B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E5FA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ABB84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921F2" w14:textId="484C4E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808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BF8F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E0F1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81149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A35F9" w14:textId="21DAF4F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5365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382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481CF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0A76E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FB7B4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01BE8" w14:textId="3F687A6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638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66207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F92B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22B6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42EC7" w14:textId="7702241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34AC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07AC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6CA5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2B9B3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731C" w14:textId="4AE0EAB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DC1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402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274BC1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617D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16BC66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D94DE" w14:textId="37233F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026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5EA2FF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3FDF7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FE63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E4F1" w14:textId="15F47A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6C4F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0BE58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477FC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BD8A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D3DC1" w14:textId="4CB4164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1199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6F65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466B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A9741A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AC33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4D96E" w14:textId="376EF83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63CA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412 123x158/121-250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10ED7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71D2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7AF8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4517" w14:textId="687632B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92BE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25AD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8E77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6BE9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F1B8" w14:textId="1D98BC5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BFBD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59DC7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6CC91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6B7B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8F545" w14:textId="0B48C41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634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1715ED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4F40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30A0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250E9" w14:textId="53C966E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6E5C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416 P 123x99x250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FA6C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2E7A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1E61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022B" w14:textId="3FAEB46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81B3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57EC0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06E8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30C1C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A16E9" w14:textId="0022C0C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DE00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376D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7DA5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E8AE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7C185" w14:textId="3AFBF0B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7E27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452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5785D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B71D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4351D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3312" w14:textId="359BCD5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126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484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35E39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69007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83813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3818" w14:textId="4C5A061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CBC2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484-S1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4BBA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3CBF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A2F7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08361" w14:textId="2571813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CF1C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485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9391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C39C0B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5DCD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2E2CF" w14:textId="6BC48C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FAB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7503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1291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2CE3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27FC" w14:textId="2F75134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29B4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489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4BDD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E7CF7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569F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488A" w14:textId="30B200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2E96B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490 L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5900B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7D27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12806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A4A2" w14:textId="40BA0E4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A70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490 P svařovaná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868938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EFD0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8AB0B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ED0C" w14:textId="305EC6A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2A7F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EC2C14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7E18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BB1166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B1FF3" w14:textId="5A7F9C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1216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5664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539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F6254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459D5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F2E2F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43492" w14:textId="180B2F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19AC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541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AAD68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F4A88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C418C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B05D5" w14:textId="0CE3A1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BBB3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EAB43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6100CB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9873B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62E8" w14:textId="302C2A8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D1A2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576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2102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700BF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11FC9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31568" w14:textId="7B10280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9232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B1575A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4EE77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92DC5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3460D" w14:textId="768D578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58D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578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23C3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1BD3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72F2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CFF47" w14:textId="560676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A2DA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579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36E20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989BF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6D8422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C8329" w14:textId="39B23A6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9CB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580 50x76x300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8872F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AE61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0A1A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E6CB" w14:textId="42C031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EEC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588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44645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CB51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FD16F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76996" w14:textId="7F2B077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A6C8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589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01F9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D3D6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16B55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2B3FE" w14:textId="7285D1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003B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58A97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D7BA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D452A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7C617" w14:textId="1D54C8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7210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599 50x92-300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7A8D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8B2C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0D4F1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A4389" w14:textId="612EAEE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CB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647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4BE23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5A6B5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FA97DD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D0F5A" w14:textId="2C2670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2CD6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9FD7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2370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B21AF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CCBC" w14:textId="4C0BCE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7346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82CAD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AC1EA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1A71B4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0884E" w14:textId="5985ABE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08A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90AD3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5602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7456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F8323" w14:textId="059796B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69C9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662 123x100/84x300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126C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EB930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B0282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70246" w14:textId="025E221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F1C7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663 123x103/84-300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B2A2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0FAEC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D598B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18503" w14:textId="750DC5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88EF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709F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9088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316DE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FBE35" w14:textId="78E94EB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0AD0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665 123x96,5/77-300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3BB5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B27B5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B8ED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2E9F9" w14:textId="5F005C1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6DD3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C210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F55B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0919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79A60" w14:textId="3A8A37C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4AF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667 117/112x52/19-770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5AA3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3B46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DB07A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3A71A" w14:textId="4B7393B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E706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668 65x69/62-80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BBF99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62D0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7A52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6FB3" w14:textId="24B6A67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724A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7619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CF303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4AF17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33786" w14:textId="106EF94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5DF5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35769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12D6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60DC4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A0D19" w14:textId="0CC190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545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676 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095D1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8882C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02BB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AB209" w14:textId="578714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E86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676 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FD595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5849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F8FE8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A1F47" w14:textId="2A29C0D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EAEC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677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44B7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38F4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7EF66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8723" w14:textId="635A06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50F4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D6D3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7534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03178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07AA0" w14:textId="3FDAE7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53D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685 123x88/72x300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F577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EFBBC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BAB8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9C20" w14:textId="6BB4E4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11C9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686 123x109/92-300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601AF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AB6E7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35300A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3DAA9" w14:textId="04F7D6D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85C9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E5B6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AA24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279DF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DC0C5" w14:textId="162388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1248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909D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701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2ACF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6EDD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F63F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4541D" w14:textId="3471840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BC3A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0D1B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EAD4E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5A18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9BB63" w14:textId="55B5714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68E5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4EB2F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3452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E478C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4957B" w14:textId="2268AF8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762B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CB277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90B1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8DD821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9D085" w14:textId="57CD0C8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1459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714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96E8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59B7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EE57B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BBD8" w14:textId="35F13CE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7213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1156 93,4x128/113x300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02FD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D13BC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900FE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0A4F" w14:textId="1CE301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031D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1158 93,4x101/70x300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A602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AEE4E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DD5711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BE6A7A" w14:textId="77FCB17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C38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FE5F48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E2C61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4314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03CF3" w14:textId="364B606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EF59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1167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3F08E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91ED2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61C3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2B891" w14:textId="0D3646A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F63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Vložka 1168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4B24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BF0C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CE30E7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51A67" w14:textId="64CC77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28FE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k ČZ pro dř. pražce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664F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05CE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89535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FA302" w14:textId="676D30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D562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k ČZ pro beton. pražce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8AEC2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5B1D8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DE12D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FBF8D" w14:textId="5DDF6C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30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k ČZP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E75AC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58B9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59A5B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81B6" w14:textId="125AA4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CDF2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k HZ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72908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2A80C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DDC7E2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78D4A" w14:textId="73E8724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4394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pro CR65 a BR65-1:11-300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9754F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A3ED8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552FE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F9E44" w14:textId="46610ED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76E37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pro CR65(S49) a B65(S49)-1:11-300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DC3A2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B0B6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95C0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B72A1" w14:textId="1375CCC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96FC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pro CS49 1:9-190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11288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07A0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C410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DBABB" w14:textId="32222B1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1837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pro CS49 a BS49-1:11-300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4D031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7C25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02899A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94AE" w14:textId="052E621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BA58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příčný S49- úzký rozchod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679654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3075E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42A4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A867D" w14:textId="6003355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2A7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Výměník příčný S49-úzký rozch.+táhlo, tyč, roubíky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374A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3ABBC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65A81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C815" w14:textId="3B24793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EA43E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Zařízení stavěcí pro CR65 a CS49-1:11-300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BFDD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ADD8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BC17D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8CB1" w14:textId="537220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3253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Závaží D250 součást výměníků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CF73B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9629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2236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1AED3" w14:textId="4B2A34E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CB57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do R190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EA3D6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430BA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5C4C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1B2E2" w14:textId="1A4F5F7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855F4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do R300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EE640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255319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63583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8048" w14:textId="3F1DE8C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635FA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do R300 pro rozchod 1520 mm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91A0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BE58D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44FF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3371" w14:textId="7FCE01E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B45A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R500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1DAE13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FEEF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FD68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020249" w14:textId="31329A6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E8CE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do R760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81040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818CA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43F73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49DF" w14:textId="08C2CE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1D98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do R1200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6246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446E3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6B5C5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0BACB" w14:textId="38B0B42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039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úplný druhý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984BB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161D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BB2EF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2202A" w14:textId="72CF798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8CBB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úplný první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8B166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E628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745A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44F95" w14:textId="6255677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DC8E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pro CR65-1:9-190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BC1BC4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2609D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4F1B8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0B53E" w14:textId="1C84AA8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F61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R65 pro CR65-1:11-300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EDF5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F4899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A1B24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FFCD" w14:textId="78BFA99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1280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8307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do R190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37439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29620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C7CC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0450C" w14:textId="4B19C59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CA9B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do R300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F5A6F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7C2C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2E588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E48FB" w14:textId="541309E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293D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do R500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9F2E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FB934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5217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6329E" w14:textId="5CE04C6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0A48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do R760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4398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4A6D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5A1A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87C6" w14:textId="7C1E1C1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686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do R1200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1F4C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D7B57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BD9D2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A4EA3" w14:textId="6FFF0C3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C8D0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pro CS49-1:11-300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6FFA84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8E8A2E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C241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C8D3" w14:textId="602619D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1BB2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pro CS49-1:9-190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33F5B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AE9CC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18053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A8FD2" w14:textId="0D30B8A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C4188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úplný druhý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EADAD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DB56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400028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383CD" w14:textId="2188C53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0EE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úplný k DS CS49-1:11-300-PHS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ADE1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A773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371C7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6DEAE9" w14:textId="4EFE88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99569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úplný první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45896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AB601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E542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4333E" w14:textId="57EB9B7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1290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E9615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Závěr hákový S49 úplný 1:5,7-230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B0852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F248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7113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1B3D5" w14:textId="3629FD6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ACAD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Závlačka součást výměníků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99928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B218D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83898B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C1E3C" w14:textId="03EAE53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0AC40" w14:textId="09F072B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Žebro 10x131-130 pro svařované opor. opěrky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</w:tcPr>
          <w:p w14:paraId="190D05E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</w:tcPr>
          <w:p w14:paraId="23A7D23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692709" w:rsidRPr="00303802" w14:paraId="67A88AC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F6213" w14:textId="6FEBED5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21D3D" w14:textId="0E129CA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Podložka pružná pod srdcovky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0878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0AD5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9D1B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007DF" w14:textId="4C8D611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9AD637" w14:textId="7E71603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5D05C3">
              <w:rPr>
                <w:rFonts w:eastAsia="Times New Roman" w:cs="Times New Roman"/>
                <w:color w:val="000000"/>
                <w:lang w:eastAsia="cs-CZ"/>
              </w:rPr>
              <w:t xml:space="preserve">Kolejnice pro středovou část výhybky 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49E1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71904D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DCD9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17E79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A1EE" w14:textId="2E298D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BF0113" w14:textId="3B5931C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5D05C3">
              <w:rPr>
                <w:rFonts w:eastAsia="Times New Roman" w:cs="Times New Roman"/>
                <w:color w:val="000000"/>
                <w:lang w:eastAsia="cs-CZ"/>
              </w:rPr>
              <w:t xml:space="preserve">Kolejnice pro středovou část výhybky 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R65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499190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622DA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F1DC7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7D375" w14:textId="5F4B1DD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47EC93" w14:textId="798FF27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5D05C3">
              <w:rPr>
                <w:rFonts w:eastAsia="Times New Roman" w:cs="Times New Roman"/>
                <w:color w:val="000000"/>
                <w:lang w:eastAsia="cs-CZ"/>
              </w:rPr>
              <w:t xml:space="preserve">Kolejnice pro středovou část výhybky 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60E2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4B784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5304F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27A32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349DA" w14:textId="41C79D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54DF67" w14:textId="73EFBD2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>
              <w:rPr>
                <w:rFonts w:eastAsia="Times New Roman" w:cs="Times New Roman"/>
                <w:color w:val="000000"/>
                <w:lang w:eastAsia="cs-CZ"/>
              </w:rPr>
              <w:t>R</w:t>
            </w:r>
            <w:r w:rsidRPr="0037484F">
              <w:rPr>
                <w:rFonts w:eastAsia="Times New Roman" w:cs="Times New Roman"/>
                <w:color w:val="000000"/>
                <w:lang w:eastAsia="cs-CZ"/>
              </w:rPr>
              <w:t>eprofilace (K1:40)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10B368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37B7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6EE4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7996" w14:textId="575B747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161AE" w14:textId="23E7440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Perlitizace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k</w:t>
            </w:r>
            <w:r w:rsidRPr="005D05C3">
              <w:rPr>
                <w:rFonts w:eastAsia="Times New Roman" w:cs="Times New Roman"/>
                <w:color w:val="000000"/>
                <w:lang w:eastAsia="cs-CZ"/>
              </w:rPr>
              <w:t>olejnice pro středovou část výhybky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30D498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CA50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7CC1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CB03" w14:textId="4E75AE8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1299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0354B" w14:textId="74E6429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Ohnutí (transformace)</w:t>
            </w:r>
            <w:r>
              <w:rPr>
                <w:rFonts w:eastAsia="Times New Roman" w:cs="Times New Roman"/>
                <w:color w:val="000000"/>
                <w:lang w:eastAsia="cs-CZ"/>
              </w:rPr>
              <w:t xml:space="preserve"> k</w:t>
            </w:r>
            <w:r w:rsidRPr="005D05C3">
              <w:rPr>
                <w:rFonts w:eastAsia="Times New Roman" w:cs="Times New Roman"/>
                <w:color w:val="000000"/>
                <w:lang w:eastAsia="cs-CZ"/>
              </w:rPr>
              <w:t>olejnice pro středovou část výhybky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50933D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15D44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B86AC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81E3" w14:textId="33F421F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E411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 xml:space="preserve">Zhotovení LIS tvar 49E1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7502AB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8417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F41F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D9450" w14:textId="1E6B8F2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7FA8AF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Zhotovení LIS tvar 60E2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E7749C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156D3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F3EA2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55F8" w14:textId="0543818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AB80C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Zhotovení LIS tvar R65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253A3F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C5FB1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878C64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3DAAE" w14:textId="75B2D57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92D96" w14:textId="7777777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Osazení otvorů D19 pro lanové propojky CEMBRE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EF6AE4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89C5D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5BAB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AF8C5" w14:textId="120FE65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5DC8" w14:textId="7C3F49A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4488EA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969E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E89DF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6EA69" w14:textId="67B688C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B7E49" w14:textId="22F895A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C87C9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600D3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66ECA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137F1" w14:textId="6C0615F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BF444" w14:textId="359224B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56694C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6608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6A9064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7691" w14:textId="3EF2EB4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1543F" w14:textId="4297AD1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A9B7D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FFCEB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FF62F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0764" w14:textId="336DB59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C25301" w14:textId="60F1968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DF738B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48695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4514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558F3" w14:textId="2B0112C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B268B3" w14:textId="2F28E4E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676FC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37C3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95356E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4A627" w14:textId="24DD61E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D6D4D9" w14:textId="4EE34C2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B068E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B4C76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43D49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A69BD" w14:textId="7106556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F72E96" w14:textId="00EDA89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9C2E96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8249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00725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04E66" w14:textId="0A29FF5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1312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0C5DD9" w14:textId="3869B80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279098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7037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9EF4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3CA9" w14:textId="6FBCD1B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36FD0F" w14:textId="4AC65C4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96DDE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CAA16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8C54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7D480" w14:textId="1D1A5D8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7015C8" w14:textId="36CE224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400670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7E764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F3B6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BB36C" w14:textId="21EBE77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F0B22" w14:textId="1D04B5A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39AC31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33BE60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7597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08CDC" w14:textId="2C0BA70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8A1C5" w14:textId="58B9E80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02F83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F8C39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5603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9D8CB" w14:textId="29BC87D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0E95A5" w14:textId="6F06B03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8FDA1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AEAE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632D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A725F" w14:textId="4D6484B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2A404" w14:textId="6EA2910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9AB10C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B0A9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8194A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3C1D2" w14:textId="737F2EB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8F47CA" w14:textId="6DA3C21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 xml:space="preserve">Výhybkový pražec betonový délky 2950 mm nevystrojený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C1FA8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B6024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10DC5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10CCF" w14:textId="62CB75F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2CE0" w14:textId="3E59DDD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65778B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C01C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DE6E1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1F103" w14:textId="16D794F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7E027" w14:textId="18A1950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E8EE66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29B3A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98245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1CFA2" w14:textId="0E77645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F72F94" w14:textId="09DFA97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E8FD4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84A908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D4143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65959" w14:textId="6FFB43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E72F7" w14:textId="6474948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3DD3A1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90A14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82D43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4CF5" w14:textId="26A714E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F00C79" w14:textId="6773645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11B640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D889D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46AEF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5376B" w14:textId="41A1352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BD1CB" w14:textId="50DC971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2C555A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D33A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1960A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2C69E" w14:textId="360CB8D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0A5060" w14:textId="399D76D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BA367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C8209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F35534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BA6F4" w14:textId="683E3AB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10B482" w14:textId="68E5115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E9BF3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59483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BDFE7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7D190" w14:textId="31B5B72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F38D5" w14:textId="36D7EEE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1F4341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07E779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9A7E08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91B8A" w14:textId="5A14F45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248F6" w14:textId="14F5171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7B5D85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3851D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03E6A1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E2D0E" w14:textId="2728E0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F355E3" w14:textId="1984B5C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32E39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51267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1C4E7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7F44F" w14:textId="0CD7E2D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41DEA" w14:textId="133DC7D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B5C821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F744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009D0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8D5E" w14:textId="5B523EF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6B0A1E" w14:textId="4428605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96FF8D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AB199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782ED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F439" w14:textId="265D2CC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0D05C6" w14:textId="5C03DBC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A3595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A650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19F35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97C6C" w14:textId="62C7C9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E306" w14:textId="1B12CDF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1021F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1F3D0D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D6BCB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52DB9" w14:textId="7BD1309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47D62B" w14:textId="3B74357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EFFFC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34F63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AD554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210B2" w14:textId="190229D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174532" w14:textId="743369D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C6626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BA28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BAA8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7EC7" w14:textId="1B2DB89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E5670B" w14:textId="73717BD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AEE72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E70BC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C87C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87CA" w14:textId="3098C5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DE3217" w14:textId="63A882E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3470C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3D8372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24EAB0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A0BFB" w14:textId="49757D7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BA58F3" w14:textId="52B2C0B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F3480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1F280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9EC1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A86E" w14:textId="264BB4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E38DE" w14:textId="2E99174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C9849E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958180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3C31C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4AB44" w14:textId="63F607C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0B2F16" w14:textId="421F125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1A41A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5645D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FBF1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2193" w14:textId="31E7EC7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9FD57" w14:textId="3D0EECF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FE8ACA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C3539E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ACBF5A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5EC27" w14:textId="27099BF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F15DC0" w14:textId="00A4BDE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A6507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769A42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2A5D98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5D43" w14:textId="61FD2CB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1344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58E29" w14:textId="4B1542E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3B84E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673D4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ACDDE0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E87E" w14:textId="7B0F435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BEDD53" w14:textId="09B4231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23D91C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0EEE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3A539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C8750" w14:textId="2C00354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00C2A" w14:textId="5EB2C46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88F63BA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F1A0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0BB19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6799B" w14:textId="32F83F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3FA76" w14:textId="0B25933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86C61D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0F1B7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22A4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2C67" w14:textId="3D61771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191B86" w14:textId="3B8D58C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641AEA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0D742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831059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ECF0D" w14:textId="624F0A7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9F838" w14:textId="3892D1A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B455A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46FBA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1CC48B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150F9" w14:textId="137ABA9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C1A60" w14:textId="7382094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00CBE6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3F039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5A224C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E178E" w14:textId="7ADA3F4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AA6739" w14:textId="5EAB9EB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46CEE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7B20B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3E53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9D783" w14:textId="697242A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D81AC" w14:textId="78F3F6B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E48F7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604B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AC899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9574B" w14:textId="655C933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369BC3" w14:textId="424BD0F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B022E3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DB35A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335D48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7D8B4" w14:textId="1130411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11941" w14:textId="719BBC7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229E5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92248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C7D216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653C0" w14:textId="1BDD051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79C08" w14:textId="7E98FD6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1D9A9F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65B028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3F343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65764" w14:textId="2334535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033FF0" w14:textId="4E3F892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B8C54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74647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3A774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3465F" w14:textId="7014648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F9849" w14:textId="767C8FE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4850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931DFF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69F0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79224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F5A53" w14:textId="1521EC2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91971" w14:textId="23AA683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4900 mm nevystrojený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191CC8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5F63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2C070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40203" w14:textId="11839CE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6E043B" w14:textId="5B6DD0C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8A52EC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00CF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CAB9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64FAA" w14:textId="4737208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FB0879" w14:textId="1EEFAD0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D80CA0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D3074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04DD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148D5" w14:textId="0681D68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93F54F" w14:textId="6BCE932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C36C12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9BB1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968A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1AD8C" w14:textId="6DE38B8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BA2FB" w14:textId="6EEF36C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D88703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644EF2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7F9BD4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E3EF5" w14:textId="6BFEC13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22861" w14:textId="6A1619D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4F3CFE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7ABE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6436EF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B963" w14:textId="5ED6A80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AE315" w14:textId="6CE9E59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666677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19CC52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48AC0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4A378" w14:textId="442C41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FFECBD" w14:textId="641A545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529E6B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3844B4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EDF3A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B413B" w14:textId="41FC40A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26E58" w14:textId="61231A5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4FEDD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6398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D3EECD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8C1FB" w14:textId="025CF1B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268723" w14:textId="1AB79D4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A1B121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B920E6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50FF4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DE22" w14:textId="3B2D00A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672A6" w14:textId="1118B24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A09424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4014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D789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DC644" w14:textId="46F3475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8C147E" w14:textId="7B7C750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7FAEDE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869A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752E6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3F1D1" w14:textId="1104A6D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F09DCB" w14:textId="70A29DE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E2376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756A2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D530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25E0" w14:textId="6B3D623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0DC24" w14:textId="29918E3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01A1BC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A8A52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D75C53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1613B" w14:textId="2594D1C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EBF504" w14:textId="5009132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23797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2F789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C1C87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BB70F" w14:textId="25A5C9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4A7978" w14:textId="07312DE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8229AD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9B88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E3FB3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3F702" w14:textId="588B3EE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980501" w14:textId="04BA526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304EC2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E55B1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509F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92480" w14:textId="04F8EC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A3345" w14:textId="7AF90E3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E3D9FB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249AB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F9AD4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DE1A4" w14:textId="57DB3F6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1376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60EEC" w14:textId="3FA24B8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372C0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A00C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C493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93CA1" w14:textId="6FA6F7C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17E366" w14:textId="5038A99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D7BA41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52A65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7A15E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2A8A" w14:textId="0403B25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06D00B" w14:textId="28CF42D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967FCA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54778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AF97A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686E0" w14:textId="661E4B3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90F7F2" w14:textId="3243763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184DE1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484C9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E489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97DC5" w14:textId="7E067E3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AA689" w14:textId="611BD6F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13C9E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35B81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96D6B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7348C" w14:textId="399C7BB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F7A5BF" w14:textId="0413265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89E3D6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A712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218DA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D457A" w14:textId="72B7597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EF4765" w14:textId="6DB2923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929AA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F43AB8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21955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5B7F3" w14:textId="3D64D49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1EBE71" w14:textId="769F8A0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77CD4B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FA086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FCC32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BD5DF" w14:textId="639713D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F891A0" w14:textId="617E8D0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F750C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E308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2AA5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B460C" w14:textId="12A9EE5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AB0717" w14:textId="4EF5FE3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C3BB0D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FBAD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C2DD3C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D17C2" w14:textId="19BB471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55F98" w14:textId="4E2683A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41164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8003C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45512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202A9" w14:textId="698A939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CCDBEB" w14:textId="3695B1A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1DAE0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7A8F17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825FE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748F7" w14:textId="2AD939B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C718FA" w14:textId="27CD238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716025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6597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92D28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DD9C" w14:textId="0386C7F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338875" w14:textId="03D9571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C06C1BA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42D28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AE540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E800" w14:textId="42FC3C6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08291C" w14:textId="43EF3E7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61DDA3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49F91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A7871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70B05" w14:textId="5ADE2D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9E86FA" w14:textId="4C3D042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DACD53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A7CD29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C6B0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6DCA5" w14:textId="0E1F4B9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7B6481" w14:textId="5BD5DFC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FCB9C6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13BF8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21A31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BB273" w14:textId="7B13481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A99FA0" w14:textId="36F5CBC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95D794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03069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744B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B1621" w14:textId="5CF5E1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CC93A" w14:textId="0E98456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8909CB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ED9393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2D64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2A5D4" w14:textId="41E8C63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06704" w14:textId="02AB304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A8CFCB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DC7C06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D60F4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05D77" w14:textId="3FFE3E7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BE66B1" w14:textId="7C68B01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7763A3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DA4266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3536A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065C9" w14:textId="0F52B4D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B360" w14:textId="573781E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12873E2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68DE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7ED8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E572B" w14:textId="14362E0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E2F6F2" w14:textId="0780345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A28721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CAD9D7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9993F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50436" w14:textId="39B93A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1399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77AA" w14:textId="5C64E63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025E8BE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029D9E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D7121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D5C48" w14:textId="247D8C8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A4100" w14:textId="25E19CE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C7C66C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80C37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D058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D7A68" w14:textId="03685D6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DCC6A" w14:textId="5B4E507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B87AFC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7085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D9E37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25F84" w14:textId="6CFCE54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4705A0" w14:textId="6670F42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5AF873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9E33C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871C4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90BEE" w14:textId="17684EB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0B5FDC" w14:textId="1653C56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3E694FD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27D70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783A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08E06" w14:textId="027262D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5708C" w14:textId="26C9BC1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44B61C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AF314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F15061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04C6" w14:textId="0C328C2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2F0635" w14:textId="2441A1D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F0DF6C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5C0C3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10F3B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822C8" w14:textId="75AD672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7B3EDA" w14:textId="04EB572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227161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8896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75E21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2228B" w14:textId="04C370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42CE7" w14:textId="537B520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5CB5DE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DD50E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1784C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0932F" w14:textId="413260A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1408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CB3656" w14:textId="3D06AEB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5EF046E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DDC91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7CA6C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62478" w14:textId="31B40B5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51CF95" w14:textId="446A341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6E95659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46813B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D8D423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4D18" w14:textId="6FA8042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349E9" w14:textId="395E4A3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487778B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5DDA5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5B167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54A7" w14:textId="4CF6D10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E683AE" w14:textId="7152590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E566B1A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5783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377D02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AA454" w14:textId="13A850A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FF3282" w14:textId="7F2F3A9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4850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2D41992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9CD3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5AA9D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057E" w14:textId="216C8F5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1A6FC" w14:textId="51E777D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4900 mm vystrojený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14:paraId="75E0072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8076C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1B967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31B69" w14:textId="57F9A1D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F77B7" w14:textId="37EE3E5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9088E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2E04B6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CE2508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976AF" w14:textId="00C2DA7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0AD8E9" w14:textId="49DB50E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9304B7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CC18D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9B06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7B252" w14:textId="7D37D0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C0A983" w14:textId="769C1D5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33E97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917DF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28945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27648" w14:textId="26FE6D2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C0963A" w14:textId="5E1DBD5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950026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D788F9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6D0B3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F2E83" w14:textId="27BE626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3822D1" w14:textId="35F5717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9C93DA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E0E99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975FC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3DE8D" w14:textId="6DBEFB6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D8915" w14:textId="240EF1A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D0DDD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DC759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9CD0A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1DA77" w14:textId="135ED1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66CF2A" w14:textId="6C5913B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26401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76B22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F97CE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CFAF2" w14:textId="3549FD2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33E7CF" w14:textId="305740D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50DE7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174700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1A13E3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88527" w14:textId="4DF0E2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8F299" w14:textId="1E5EF8E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5FB1B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031CD6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69B16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5398" w14:textId="4AED86D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DCD938" w14:textId="3C809C3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85FB8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80E6C9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0A4C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7AB9D" w14:textId="5188E65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F6ECA" w14:textId="2CF627C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1A238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D204A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DD5665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0471" w14:textId="23D7238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CA40B5" w14:textId="7A60B47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2161E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B5C86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87D121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3F27F" w14:textId="1268DB2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3AB247" w14:textId="6AF720E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CD613D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C465A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3DA81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9BF9" w14:textId="0AF07B7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0B9279" w14:textId="25B60D4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FEFEE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85C0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74CBF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6E5ED" w14:textId="7E5AFD8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8FB84B" w14:textId="5427D15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9E178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BFA2AE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D216D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DAE6B" w14:textId="1DB9751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1429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C8F51E" w14:textId="1696656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0706D3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41AD7B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E447CE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1903" w14:textId="6745F45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A358EF" w14:textId="22BBCFE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A97C8A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F983D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A9E735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90FBA" w14:textId="1B324B6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5D0992" w14:textId="1A234AA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344E5F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36992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DFE27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C9CD7" w14:textId="164EC8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9A6B8" w14:textId="56F2AC1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1DDA6A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501FC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24D3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FF308" w14:textId="7C8B718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1B40CB" w14:textId="36C0277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89158C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B07AA8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EC1E69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0AE46" w14:textId="1CEB634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AA180" w14:textId="04B72D3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427EE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B0AF76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C6DF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7DCDD" w14:textId="30C875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A0D1FE" w14:textId="024F66A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A4D09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E3307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06E1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BD586" w14:textId="1BBC8AF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EB6745" w14:textId="3B2231A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2E5A9F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FB74CB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87A4D2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D724" w14:textId="507A06E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D68AD" w14:textId="29D74F0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D5A49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1721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FF46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E0052" w14:textId="54639E7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8F2402" w14:textId="43FF7FF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65088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0474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CE981A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60FD" w14:textId="4EE4E47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1439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77B96" w14:textId="3BDDA21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7CD13B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17B29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B19C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050AB" w14:textId="2791ABD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1440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C377E7" w14:textId="40A11BE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CDBB33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76CD5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97DC2E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F2A9C" w14:textId="3453D6A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A2594B" w14:textId="7FB795C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0487C0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CB9E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F6428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C2316" w14:textId="2C4CA72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B0224" w14:textId="40F9C39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D1E28B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0D0E9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1DBD2C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1FB73" w14:textId="5675297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F8212D" w14:textId="48D2537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51D903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336CA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45CA56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1F828" w14:textId="15DFD7C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09E488" w14:textId="47D82E7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91129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840F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CCC441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D8F5" w14:textId="2741AD4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9F5BC" w14:textId="4B7B038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A5191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FC17C5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DFADE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DE7F2" w14:textId="3DA57B6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981FD4" w14:textId="49429D9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09FDF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604FB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53C020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F18DC" w14:textId="27E5F5D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994B3" w14:textId="1BA4A45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9A7CA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5AC120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594E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60FC6" w14:textId="3869889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37DAF3" w14:textId="16425CF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6D762B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FF2B0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6807CF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ED5AC" w14:textId="5A86AC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1449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C7EAB1" w14:textId="0AF4B5F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48385E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B3F31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6358A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B706" w14:textId="4818104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45351A" w14:textId="68F5767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612EAB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EC2E77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78F04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0AA1" w14:textId="6085833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29F06" w14:textId="2BCF3DE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BB8F8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7E330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BA3C64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6D857" w14:textId="1489404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667CF" w14:textId="48868C0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18940B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85C35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B7A539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AA4A8" w14:textId="2E28C3D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B751B" w14:textId="6CB5C7F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7186FD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F88503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56832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52983" w14:textId="5EE2C49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64AC7" w14:textId="14C56B7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1F730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8BEED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FD9A566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228F0" w14:textId="68C5E53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5AC0" w14:textId="74B9273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BB503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0221D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379EFA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B27E6" w14:textId="24DD712C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877C" w14:textId="7E2291D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1286D3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6F300F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76C54E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E2A4" w14:textId="0E285A8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2628D" w14:textId="0F42DBA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C6BA52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8AC5C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600A7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0083" w14:textId="792CD4F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5118" w14:textId="12F2303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D2EE5B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B2F0F0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930581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FE73" w14:textId="30F4249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1459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485F3" w14:textId="7030D34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C3A50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39DD63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50F9E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16A11" w14:textId="6BE5F9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EC89F" w14:textId="1C25F2B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A3495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9405BD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5B5F1A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D65B" w14:textId="66D2BBF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42EE9" w14:textId="76DDC2B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4986FE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70A6AF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CB007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45370" w14:textId="2C57500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192E7" w14:textId="34844EC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46D8FF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39F67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FE273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F408F" w14:textId="03C4FFB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8398" w14:textId="52CE459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F51294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7AA229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3E3299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53F2" w14:textId="6E8835B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B6041" w14:textId="4E51696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38627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526930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F49A374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E7818" w14:textId="697B885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1F116" w14:textId="24459EA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55A8D9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DF6C7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5A4BCF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06CFC" w14:textId="5D6E765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1E333" w14:textId="7F7F58F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4800 mm-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E60BB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45B82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BD95B5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3CC1" w14:textId="1A949CC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769A" w14:textId="538455A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4850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3FFDE8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084F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E4349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9137" w14:textId="2905D1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9DF0C" w14:textId="16D7507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4900 mm - antikorozní úprava upevnění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A4E90C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314C55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72496A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13F7E" w14:textId="06CF839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1469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B40C" w14:textId="5D36F32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DE0D9B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60D4BE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DFD3A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9369" w14:textId="0E963A9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7D799" w14:textId="201AAD5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2250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166C1C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23EA4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08F0F5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7A9F8" w14:textId="377FD4E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09C69" w14:textId="3A78560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30D31C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C3C4E2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CD2AE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CB9CC" w14:textId="1252F53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1472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B999" w14:textId="3588C3E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2350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5D116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F7168C5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EFC691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4AC5F" w14:textId="792493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5B677" w14:textId="5ACF3BD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B5DA0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57A46D7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9CAFD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970A" w14:textId="1D97273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6FB86" w14:textId="5B37B4A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2450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20C39E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A16B7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4A1EC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38B0D" w14:textId="0B4BDEA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3C6D" w14:textId="0319FC5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B7CFF1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553A30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B2EB9B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DE98" w14:textId="73B79AC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7481C" w14:textId="16F2DD7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2550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DB61A4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E1C351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6EAE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8221D" w14:textId="7A6A5DE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16A95" w14:textId="7E25FC3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942AAE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A2178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91F5B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71DA7" w14:textId="11B09C9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98B12" w14:textId="124A85E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2650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0B937F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A4AD1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C05C51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C78ED" w14:textId="6DE2116B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1479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7D0ED" w14:textId="4FFEDAC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CE6C9B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CD680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07D07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80F5A" w14:textId="1CF34BA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1C87D" w14:textId="7F1C26E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2750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615204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38323F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C24392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42F88" w14:textId="381C3B0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03BE3" w14:textId="760CB27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376583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24282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6B69F7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16BB9" w14:textId="617424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EA140" w14:textId="6026B37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2850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FCF6A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48E6B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CA3CF8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0912B" w14:textId="6A8B6BC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DD88B" w14:textId="47C0371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F890FA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298A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C7730C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3DD7" w14:textId="5FEE8F1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A4C1A" w14:textId="340E838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2950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AE669F9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47C37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81966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73C6" w14:textId="25FD1F1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4189E" w14:textId="2BD812B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2914D3F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4D60A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FE2DF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39594" w14:textId="5C53C33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3665" w14:textId="1B53571E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3050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B97C4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E0D95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523619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AE15" w14:textId="70A8397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1226F" w14:textId="6741E2C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A52FA9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C654C0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4A7342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3DA03" w14:textId="2C25C8A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F7E1A" w14:textId="65A6C88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3150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585A38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2E05EF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B55780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92FAF" w14:textId="5F71898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1489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73327" w14:textId="4A68F9F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0722C4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719296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41C03DD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AA62C" w14:textId="3DC3D82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5A2BF" w14:textId="384AD87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3250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6718580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C1B731C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7A43972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1785" w14:textId="1EA45B0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C01D0" w14:textId="2A5F359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BAE60C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BC2B4E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77A04CC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CB7BB" w14:textId="5AD1669F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181BD" w14:textId="2198562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3350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BAEC6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70CF75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E745E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C6D" w14:textId="6A8B2CB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32508" w14:textId="6C2CC2C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88058C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EDBB9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EEBD67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665450" w14:textId="41A051F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D598D" w14:textId="0C39D64B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3450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42163E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00305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9AAF5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F51A5" w14:textId="462D8BB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0C8C" w14:textId="21DEA82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3BA160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4EBC2B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FF0F08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57EE9" w14:textId="044E9B8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29678" w14:textId="75E4CC4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3550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F3740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8B702B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2E5EF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8BCD7" w14:textId="10B35AC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174B9" w14:textId="657CEAB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67B74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8EEB8A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21DEC2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E1F71" w14:textId="7BBA0BE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9199A" w14:textId="04469B7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3650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2803D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C27E8E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86FE3D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B45D" w14:textId="21AFA8D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1499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3AF6" w14:textId="23C63A2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9A7CDC8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8E200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073E1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3AE02" w14:textId="1314D96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73779" w14:textId="06B0FC6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3750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CD8185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92B87D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A3EFDB1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4C86C" w14:textId="49E3B8F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C48E" w14:textId="4ECFAAE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82655F3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1BC275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5F8CD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74027" w14:textId="5AF71AD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4CB45" w14:textId="0FDCFFB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3850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776EB42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82C30F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8EE923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9BE8F" w14:textId="76E2271E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05A39" w14:textId="2C4B037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D923A9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DDE6C5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655230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BDDD" w14:textId="715F30A7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lastRenderedPageBreak/>
              <w:t>1504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B37C" w14:textId="54D0F35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3950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D755A9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A220636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6F68BD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E96F7" w14:textId="3784F56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7B7E" w14:textId="6F13A41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E284A9E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AC371E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9C67FB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F323D" w14:textId="13587E25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7090D" w14:textId="5F8B30F7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4050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4C32F1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EF2201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990FD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EED32" w14:textId="2C26E3D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5CDA" w14:textId="79E2647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ABCC7D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74ABF13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34F2C79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E568" w14:textId="5064AFE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97F47" w14:textId="7D364422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4150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5AF49EFB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583FB5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068278B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A0A60" w14:textId="745C5A2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1509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CFEB5" w14:textId="25E0D10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3D644D15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BEDE49D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29E4E0A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19E11" w14:textId="470770C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9D036" w14:textId="3CC0AD93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4250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B158E4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4FFC1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03EBB92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4BD8F" w14:textId="08F6122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8EE65" w14:textId="46CFAFA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7A2E4B3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D0780F9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1A582CD8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A1DAE" w14:textId="59B94AC9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144E6" w14:textId="2893606F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4350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7CF73D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55257DCE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3E9D6A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13B7" w14:textId="50800708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A24A1" w14:textId="38E73AF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54C037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02DB0F1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BB85FF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DB5D8" w14:textId="773532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1514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D0C7" w14:textId="19CE2239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4450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E77035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06C7D80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3F878C8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5BAB8" w14:textId="4D29B0F3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1515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8E0F0" w14:textId="1403AE4A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E7A2497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1EDA80A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56D3ABE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6A714" w14:textId="7A834001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1516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47F29" w14:textId="6C420E98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4550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7EF1A0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AC5E84A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52A862BF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37F63" w14:textId="3953806D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1517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D62E" w14:textId="3D36C286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1B2754B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EE8C3B2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28F4CA0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1267C" w14:textId="71F7CAE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1518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2881" w14:textId="78D15855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4650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00B4C55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32026FFF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2ED3469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B63EF" w14:textId="28741CA4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1519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CD2A" w14:textId="1236A3ED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6F8C6D64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794D8AD0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40237797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7365D" w14:textId="651596EA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1520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D7A22" w14:textId="553B7611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4750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F433701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0A1F43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33901F5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B4DF" w14:textId="50A5F722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</w:t>
            </w:r>
            <w:r>
              <w:rPr>
                <w:rFonts w:eastAsia="Times New Roman" w:cs="Times New Roman"/>
                <w:lang w:eastAsia="cs-CZ"/>
              </w:rPr>
              <w:t>521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AA0C3" w14:textId="652D4224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8B612D6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6BFD65D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7412AD73" w14:textId="77777777" w:rsidTr="00303802">
        <w:trPr>
          <w:trHeight w:val="255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D02D2" w14:textId="3C68AB66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</w:t>
            </w:r>
            <w:r>
              <w:rPr>
                <w:rFonts w:eastAsia="Times New Roman" w:cs="Times New Roman"/>
                <w:lang w:eastAsia="cs-CZ"/>
              </w:rPr>
              <w:t>522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22502" w14:textId="144F425C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4850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49C274CC" w14:textId="77777777" w:rsidR="00692709" w:rsidRPr="00303802" w:rsidRDefault="00692709" w:rsidP="00692709">
            <w:pPr>
              <w:spacing w:before="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4407A35B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692709" w:rsidRPr="00303802" w14:paraId="68C8AEB8" w14:textId="77777777" w:rsidTr="00303802">
        <w:trPr>
          <w:trHeight w:val="270"/>
        </w:trPr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951B5A" w14:textId="676E4790" w:rsidR="00692709" w:rsidRPr="0037484F" w:rsidRDefault="00692709" w:rsidP="00692709">
            <w:pPr>
              <w:spacing w:before="0" w:after="0" w:line="240" w:lineRule="auto"/>
              <w:jc w:val="center"/>
              <w:rPr>
                <w:rFonts w:eastAsia="Times New Roman" w:cs="Times New Roman"/>
                <w:lang w:eastAsia="cs-CZ"/>
              </w:rPr>
            </w:pPr>
            <w:r w:rsidRPr="0037484F">
              <w:rPr>
                <w:rFonts w:eastAsia="Times New Roman" w:cs="Times New Roman"/>
                <w:lang w:eastAsia="cs-CZ"/>
              </w:rPr>
              <w:t>1</w:t>
            </w:r>
            <w:r>
              <w:rPr>
                <w:rFonts w:eastAsia="Times New Roman" w:cs="Times New Roman"/>
                <w:lang w:eastAsia="cs-CZ"/>
              </w:rPr>
              <w:t>523</w:t>
            </w:r>
          </w:p>
        </w:tc>
        <w:tc>
          <w:tcPr>
            <w:tcW w:w="8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707DC" w14:textId="3FB190C0" w:rsidR="00692709" w:rsidRPr="0037484F" w:rsidRDefault="00692709" w:rsidP="00692709">
            <w:pPr>
              <w:spacing w:before="0" w:after="0" w:line="240" w:lineRule="auto"/>
              <w:ind w:firstLineChars="100" w:firstLine="180"/>
              <w:jc w:val="left"/>
              <w:rPr>
                <w:rFonts w:eastAsia="Times New Roman" w:cs="Times New Roman"/>
                <w:color w:val="000000"/>
                <w:lang w:eastAsia="cs-CZ"/>
              </w:rPr>
            </w:pPr>
            <w:r w:rsidRPr="0037484F">
              <w:rPr>
                <w:rFonts w:eastAsia="Times New Roman" w:cs="Times New Roman"/>
                <w:color w:val="000000"/>
                <w:lang w:eastAsia="cs-CZ"/>
              </w:rPr>
              <w:t>Výhybkový pražec betonový délky 4900 mm - antikorozní úprava upevnění a podkladnic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14:paraId="2A057DA8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14:paraId="2FB25DE4" w14:textId="77777777" w:rsidR="00692709" w:rsidRPr="00303802" w:rsidRDefault="00692709" w:rsidP="00692709">
            <w:pPr>
              <w:spacing w:before="0" w:after="0" w:line="240" w:lineRule="auto"/>
              <w:jc w:val="left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  <w:r w:rsidRPr="00303802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</w:tbl>
    <w:p w14:paraId="5C63DF1B" w14:textId="77777777" w:rsidR="007203D6" w:rsidRDefault="007203D6" w:rsidP="00893F4C">
      <w:pPr>
        <w:spacing w:before="0" w:after="0" w:line="240" w:lineRule="auto"/>
        <w:rPr>
          <w:rFonts w:eastAsia="Times New Roman" w:cs="Times New Roman"/>
          <w:lang w:eastAsia="cs-CZ"/>
        </w:rPr>
      </w:pPr>
    </w:p>
    <w:p w14:paraId="3B121548" w14:textId="77777777" w:rsidR="00303802" w:rsidRDefault="004871B8" w:rsidP="00303802">
      <w:pPr>
        <w:spacing w:before="0" w:after="0" w:line="240" w:lineRule="auto"/>
        <w:rPr>
          <w:rFonts w:eastAsia="Times New Roman" w:cs="Times New Roman"/>
          <w:lang w:eastAsia="cs-CZ"/>
        </w:rPr>
      </w:pPr>
      <w:r w:rsidRPr="00C14D97">
        <w:rPr>
          <w:rFonts w:eastAsia="Times New Roman" w:cs="Times New Roman"/>
          <w:lang w:eastAsia="cs-CZ"/>
        </w:rPr>
        <w:t xml:space="preserve"> </w:t>
      </w:r>
    </w:p>
    <w:p w14:paraId="23E96F5A" w14:textId="754D8C73" w:rsidR="008478D6" w:rsidRPr="00303802" w:rsidRDefault="008478D6" w:rsidP="00303802">
      <w:pPr>
        <w:spacing w:before="0" w:after="0" w:line="240" w:lineRule="auto"/>
        <w:rPr>
          <w:rFonts w:eastAsia="Times New Roman" w:cs="Times New Roman"/>
          <w:lang w:eastAsia="cs-CZ"/>
        </w:rPr>
      </w:pPr>
      <w:r w:rsidRPr="0039682D">
        <w:t xml:space="preserve">V </w:t>
      </w:r>
      <w:r w:rsidRPr="00102F40">
        <w:rPr>
          <w:bCs/>
          <w:highlight w:val="green"/>
        </w:rPr>
        <w:t>[</w:t>
      </w:r>
      <w:r w:rsidRPr="0039682D">
        <w:rPr>
          <w:bCs/>
          <w:highlight w:val="green"/>
        </w:rPr>
        <w:t>DOPLNÍ</w:t>
      </w:r>
      <w:r w:rsidRPr="0039682D">
        <w:rPr>
          <w:highlight w:val="green"/>
        </w:rPr>
        <w:t xml:space="preserve"> ÚČASTNÍK</w:t>
      </w:r>
      <w:r w:rsidRPr="00102F40">
        <w:rPr>
          <w:highlight w:val="green"/>
        </w:rPr>
        <w:t>]</w:t>
      </w:r>
      <w:r w:rsidRPr="0039682D">
        <w:t xml:space="preserve"> dne </w:t>
      </w:r>
      <w:r w:rsidRPr="00102F40">
        <w:rPr>
          <w:bCs/>
          <w:highlight w:val="green"/>
        </w:rPr>
        <w:t>[</w:t>
      </w:r>
      <w:r w:rsidRPr="0039682D">
        <w:rPr>
          <w:bCs/>
          <w:highlight w:val="green"/>
        </w:rPr>
        <w:t>DOPLNÍ</w:t>
      </w:r>
      <w:r w:rsidRPr="0039682D">
        <w:rPr>
          <w:highlight w:val="green"/>
        </w:rPr>
        <w:t xml:space="preserve"> ÚČASTNÍK</w:t>
      </w:r>
      <w:r w:rsidRPr="00102F40">
        <w:rPr>
          <w:highlight w:val="green"/>
        </w:rPr>
        <w:t>]</w:t>
      </w:r>
    </w:p>
    <w:p w14:paraId="6E93C3CB" w14:textId="77777777" w:rsidR="008478D6" w:rsidRPr="00A035EA" w:rsidRDefault="008478D6" w:rsidP="00A035EA">
      <w:pPr>
        <w:spacing w:line="240" w:lineRule="auto"/>
        <w:rPr>
          <w:rFonts w:eastAsia="Times New Roman" w:cs="Times New Roman"/>
          <w:lang w:eastAsia="cs-CZ"/>
        </w:rPr>
      </w:pPr>
    </w:p>
    <w:sectPr w:rsidR="008478D6" w:rsidRPr="00A035EA" w:rsidSect="007203D6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806CC" w14:textId="77777777" w:rsidR="00401024" w:rsidRDefault="00401024" w:rsidP="00962258">
      <w:pPr>
        <w:spacing w:after="0" w:line="240" w:lineRule="auto"/>
      </w:pPr>
      <w:r>
        <w:separator/>
      </w:r>
    </w:p>
  </w:endnote>
  <w:endnote w:type="continuationSeparator" w:id="0">
    <w:p w14:paraId="233903C3" w14:textId="77777777" w:rsidR="00401024" w:rsidRDefault="004010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F3405" w14:paraId="6A745E14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1DAFAF8" w14:textId="5B5D4F2A" w:rsidR="005F3405" w:rsidRPr="00B8518B" w:rsidRDefault="005F3405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57F3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DAE67E" w14:textId="77777777" w:rsidR="005F3405" w:rsidRDefault="005F3405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0C946EA" w14:textId="77777777" w:rsidR="005F3405" w:rsidRDefault="005F3405" w:rsidP="00B8518B">
          <w:pPr>
            <w:pStyle w:val="Zpat"/>
          </w:pPr>
        </w:p>
      </w:tc>
      <w:tc>
        <w:tcPr>
          <w:tcW w:w="2921" w:type="dxa"/>
        </w:tcPr>
        <w:p w14:paraId="24B2625D" w14:textId="77777777" w:rsidR="005F3405" w:rsidRDefault="005F3405" w:rsidP="00D831A3">
          <w:pPr>
            <w:pStyle w:val="Zpat"/>
          </w:pPr>
        </w:p>
      </w:tc>
    </w:tr>
  </w:tbl>
  <w:p w14:paraId="0D4A0C5F" w14:textId="77777777" w:rsidR="005F3405" w:rsidRPr="00B8518B" w:rsidRDefault="005F340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50D702B" wp14:editId="5F94EC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B3724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43A946" wp14:editId="11C1CA4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2341A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5F3405" w14:paraId="08928790" w14:textId="77777777" w:rsidTr="00E21FD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40AB448" w14:textId="72F24F05" w:rsidR="005F3405" w:rsidRPr="00B8518B" w:rsidRDefault="005F3405" w:rsidP="008A5E5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53A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B31089" w14:textId="77777777" w:rsidR="005F3405" w:rsidRDefault="005F3405" w:rsidP="008A5E56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158E4491" w14:textId="77777777" w:rsidR="005F3405" w:rsidRDefault="005F3405" w:rsidP="008A5E5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0DE93EA1" w14:textId="77777777" w:rsidR="005F3405" w:rsidRDefault="005F3405" w:rsidP="008A5E56">
          <w:pPr>
            <w:pStyle w:val="Zpat"/>
            <w:spacing w:before="0"/>
            <w:jc w:val="lef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1452B2" w14:textId="77777777" w:rsidR="005F3405" w:rsidRDefault="005F3405" w:rsidP="008A5E5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4EB556F2" w14:textId="77777777" w:rsidR="005F3405" w:rsidRDefault="005F3405" w:rsidP="008A5E56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1DD56B6A" w14:textId="77777777" w:rsidR="005F3405" w:rsidRDefault="005F3405" w:rsidP="008A5E56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1F8691C2" w14:textId="77777777" w:rsidR="005F3405" w:rsidRDefault="005F3405" w:rsidP="008A5E56">
          <w:pPr>
            <w:pStyle w:val="Zpat"/>
            <w:spacing w:before="0"/>
          </w:pPr>
        </w:p>
      </w:tc>
    </w:tr>
  </w:tbl>
  <w:p w14:paraId="786748BF" w14:textId="77777777" w:rsidR="005F3405" w:rsidRPr="00B8518B" w:rsidRDefault="005F340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363AA6" wp14:editId="1374B87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F5068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FD47B1F" wp14:editId="15845DA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81EC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D5EB263" w14:textId="77777777" w:rsidR="005F3405" w:rsidRPr="00460660" w:rsidRDefault="005F340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281CB" w14:textId="77777777" w:rsidR="00401024" w:rsidRDefault="00401024" w:rsidP="00962258">
      <w:pPr>
        <w:spacing w:after="0" w:line="240" w:lineRule="auto"/>
      </w:pPr>
      <w:r>
        <w:separator/>
      </w:r>
    </w:p>
  </w:footnote>
  <w:footnote w:type="continuationSeparator" w:id="0">
    <w:p w14:paraId="4A23343E" w14:textId="77777777" w:rsidR="00401024" w:rsidRDefault="004010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92E6BA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889116" w14:textId="77777777" w:rsidR="005F3405" w:rsidRPr="00B8518B" w:rsidRDefault="005F3405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632FA05" w14:textId="77777777" w:rsidR="005F3405" w:rsidRDefault="005F3405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AE6390" w14:textId="77777777" w:rsidR="005F3405" w:rsidRPr="00D6163D" w:rsidRDefault="005F3405" w:rsidP="00D6163D">
          <w:pPr>
            <w:pStyle w:val="Druhdokumentu"/>
          </w:pPr>
        </w:p>
      </w:tc>
    </w:tr>
  </w:tbl>
  <w:p w14:paraId="74E56F96" w14:textId="77777777" w:rsidR="005F3405" w:rsidRPr="00D6163D" w:rsidRDefault="005F3405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5F3405" w14:paraId="2CD016B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8FEB9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F0C32B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D7C18CC" w14:textId="77777777" w:rsidR="005F3405" w:rsidRPr="00D6163D" w:rsidRDefault="005F3405" w:rsidP="00FC6389">
          <w:pPr>
            <w:pStyle w:val="Druhdokumentu"/>
          </w:pPr>
        </w:p>
      </w:tc>
    </w:tr>
    <w:tr w:rsidR="005F3405" w14:paraId="1F6384C7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60329D7" w14:textId="77777777" w:rsidR="005F3405" w:rsidRPr="00B8518B" w:rsidRDefault="005F3405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68F706" w14:textId="77777777" w:rsidR="005F3405" w:rsidRDefault="005F3405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D95376" w14:textId="77777777" w:rsidR="005F3405" w:rsidRPr="00D6163D" w:rsidRDefault="005F3405" w:rsidP="00FC6389">
          <w:pPr>
            <w:pStyle w:val="Druhdokumentu"/>
          </w:pPr>
        </w:p>
      </w:tc>
    </w:tr>
  </w:tbl>
  <w:p w14:paraId="47E98588" w14:textId="77777777" w:rsidR="005F3405" w:rsidRPr="00D6163D" w:rsidRDefault="005F340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79FCB4" wp14:editId="2CE0695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4B497EF" w14:textId="77777777" w:rsidR="005F3405" w:rsidRPr="00460660" w:rsidRDefault="005F3405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80084155">
    <w:abstractNumId w:val="2"/>
  </w:num>
  <w:num w:numId="2" w16cid:durableId="976832922">
    <w:abstractNumId w:val="1"/>
  </w:num>
  <w:num w:numId="3" w16cid:durableId="17466103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7836001">
    <w:abstractNumId w:val="7"/>
  </w:num>
  <w:num w:numId="5" w16cid:durableId="1220097291">
    <w:abstractNumId w:val="3"/>
  </w:num>
  <w:num w:numId="6" w16cid:durableId="167988412">
    <w:abstractNumId w:val="4"/>
  </w:num>
  <w:num w:numId="7" w16cid:durableId="1729181023">
    <w:abstractNumId w:val="0"/>
  </w:num>
  <w:num w:numId="8" w16cid:durableId="603877031">
    <w:abstractNumId w:val="5"/>
  </w:num>
  <w:num w:numId="9" w16cid:durableId="2104590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97058059">
    <w:abstractNumId w:val="4"/>
  </w:num>
  <w:num w:numId="11" w16cid:durableId="2112964583">
    <w:abstractNumId w:val="1"/>
  </w:num>
  <w:num w:numId="12" w16cid:durableId="2061594528">
    <w:abstractNumId w:val="4"/>
  </w:num>
  <w:num w:numId="13" w16cid:durableId="1687562825">
    <w:abstractNumId w:val="4"/>
  </w:num>
  <w:num w:numId="14" w16cid:durableId="967469712">
    <w:abstractNumId w:val="4"/>
  </w:num>
  <w:num w:numId="15" w16cid:durableId="1845050102">
    <w:abstractNumId w:val="4"/>
  </w:num>
  <w:num w:numId="16" w16cid:durableId="1004630672">
    <w:abstractNumId w:val="8"/>
  </w:num>
  <w:num w:numId="17" w16cid:durableId="1018653275">
    <w:abstractNumId w:val="2"/>
  </w:num>
  <w:num w:numId="18" w16cid:durableId="149054514">
    <w:abstractNumId w:val="8"/>
  </w:num>
  <w:num w:numId="19" w16cid:durableId="521210381">
    <w:abstractNumId w:val="8"/>
  </w:num>
  <w:num w:numId="20" w16cid:durableId="1317303623">
    <w:abstractNumId w:val="8"/>
  </w:num>
  <w:num w:numId="21" w16cid:durableId="1775396130">
    <w:abstractNumId w:val="8"/>
  </w:num>
  <w:num w:numId="22" w16cid:durableId="1678195951">
    <w:abstractNumId w:val="4"/>
  </w:num>
  <w:num w:numId="23" w16cid:durableId="784154906">
    <w:abstractNumId w:val="1"/>
  </w:num>
  <w:num w:numId="24" w16cid:durableId="45373776">
    <w:abstractNumId w:val="4"/>
  </w:num>
  <w:num w:numId="25" w16cid:durableId="141584135">
    <w:abstractNumId w:val="4"/>
  </w:num>
  <w:num w:numId="26" w16cid:durableId="1153524938">
    <w:abstractNumId w:val="4"/>
  </w:num>
  <w:num w:numId="27" w16cid:durableId="1416587594">
    <w:abstractNumId w:val="4"/>
  </w:num>
  <w:num w:numId="28" w16cid:durableId="117140062">
    <w:abstractNumId w:val="8"/>
  </w:num>
  <w:num w:numId="29" w16cid:durableId="1791362229">
    <w:abstractNumId w:val="2"/>
  </w:num>
  <w:num w:numId="30" w16cid:durableId="219943348">
    <w:abstractNumId w:val="8"/>
  </w:num>
  <w:num w:numId="31" w16cid:durableId="407726892">
    <w:abstractNumId w:val="8"/>
  </w:num>
  <w:num w:numId="32" w16cid:durableId="38551589">
    <w:abstractNumId w:val="8"/>
  </w:num>
  <w:num w:numId="33" w16cid:durableId="1275744506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32878"/>
    <w:rsid w:val="00072C00"/>
    <w:rsid w:val="00072C1E"/>
    <w:rsid w:val="0008223F"/>
    <w:rsid w:val="000860E6"/>
    <w:rsid w:val="00090A48"/>
    <w:rsid w:val="000B493B"/>
    <w:rsid w:val="000E23A7"/>
    <w:rsid w:val="000F15D0"/>
    <w:rsid w:val="00102F40"/>
    <w:rsid w:val="0010693F"/>
    <w:rsid w:val="00114472"/>
    <w:rsid w:val="001550BC"/>
    <w:rsid w:val="001605B9"/>
    <w:rsid w:val="00170EC5"/>
    <w:rsid w:val="001747C1"/>
    <w:rsid w:val="00184743"/>
    <w:rsid w:val="0018729F"/>
    <w:rsid w:val="001963CD"/>
    <w:rsid w:val="001E0423"/>
    <w:rsid w:val="00207DF5"/>
    <w:rsid w:val="00217628"/>
    <w:rsid w:val="00241431"/>
    <w:rsid w:val="00242D29"/>
    <w:rsid w:val="00264F6F"/>
    <w:rsid w:val="002713C1"/>
    <w:rsid w:val="00280E07"/>
    <w:rsid w:val="00281496"/>
    <w:rsid w:val="002B76F2"/>
    <w:rsid w:val="002B789B"/>
    <w:rsid w:val="002C31BF"/>
    <w:rsid w:val="002D08B1"/>
    <w:rsid w:val="002E0CD7"/>
    <w:rsid w:val="00303802"/>
    <w:rsid w:val="00341DCF"/>
    <w:rsid w:val="00357BC6"/>
    <w:rsid w:val="00363A3B"/>
    <w:rsid w:val="0037484F"/>
    <w:rsid w:val="00376091"/>
    <w:rsid w:val="003813B7"/>
    <w:rsid w:val="003956C6"/>
    <w:rsid w:val="0039682D"/>
    <w:rsid w:val="003A4576"/>
    <w:rsid w:val="003D5620"/>
    <w:rsid w:val="003E58EA"/>
    <w:rsid w:val="003E7DC3"/>
    <w:rsid w:val="00401024"/>
    <w:rsid w:val="004010BF"/>
    <w:rsid w:val="004141F2"/>
    <w:rsid w:val="004378C9"/>
    <w:rsid w:val="00441430"/>
    <w:rsid w:val="00450F07"/>
    <w:rsid w:val="00453CD3"/>
    <w:rsid w:val="00460660"/>
    <w:rsid w:val="00466F7A"/>
    <w:rsid w:val="00486107"/>
    <w:rsid w:val="004871B8"/>
    <w:rsid w:val="00491827"/>
    <w:rsid w:val="004925B8"/>
    <w:rsid w:val="00495D6D"/>
    <w:rsid w:val="004A573E"/>
    <w:rsid w:val="004B348C"/>
    <w:rsid w:val="004B4A42"/>
    <w:rsid w:val="004C4399"/>
    <w:rsid w:val="004C787C"/>
    <w:rsid w:val="004D4EE8"/>
    <w:rsid w:val="004E143C"/>
    <w:rsid w:val="004E3A53"/>
    <w:rsid w:val="004F20BC"/>
    <w:rsid w:val="004F4B9B"/>
    <w:rsid w:val="004F69EA"/>
    <w:rsid w:val="00503A21"/>
    <w:rsid w:val="0050557E"/>
    <w:rsid w:val="00511AB9"/>
    <w:rsid w:val="00523EA7"/>
    <w:rsid w:val="00553375"/>
    <w:rsid w:val="00557C28"/>
    <w:rsid w:val="00572ABE"/>
    <w:rsid w:val="005736B7"/>
    <w:rsid w:val="00575E5A"/>
    <w:rsid w:val="005A1D7F"/>
    <w:rsid w:val="005B2DE0"/>
    <w:rsid w:val="005C0CB0"/>
    <w:rsid w:val="005D05C3"/>
    <w:rsid w:val="005D3EBE"/>
    <w:rsid w:val="005E71C8"/>
    <w:rsid w:val="005F1404"/>
    <w:rsid w:val="005F3405"/>
    <w:rsid w:val="00602E78"/>
    <w:rsid w:val="0061068E"/>
    <w:rsid w:val="006240C3"/>
    <w:rsid w:val="00630F22"/>
    <w:rsid w:val="00634C3D"/>
    <w:rsid w:val="00660AD3"/>
    <w:rsid w:val="0066225E"/>
    <w:rsid w:val="00677B7F"/>
    <w:rsid w:val="00682D48"/>
    <w:rsid w:val="00692709"/>
    <w:rsid w:val="006931F2"/>
    <w:rsid w:val="00693381"/>
    <w:rsid w:val="006A5570"/>
    <w:rsid w:val="006A689C"/>
    <w:rsid w:val="006B3D79"/>
    <w:rsid w:val="006D392E"/>
    <w:rsid w:val="006D7AFE"/>
    <w:rsid w:val="006E0578"/>
    <w:rsid w:val="006E314D"/>
    <w:rsid w:val="006F0232"/>
    <w:rsid w:val="00706695"/>
    <w:rsid w:val="00706B17"/>
    <w:rsid w:val="00710723"/>
    <w:rsid w:val="007203D6"/>
    <w:rsid w:val="00723ED1"/>
    <w:rsid w:val="00743525"/>
    <w:rsid w:val="0076286B"/>
    <w:rsid w:val="0076355E"/>
    <w:rsid w:val="00766846"/>
    <w:rsid w:val="00771BD4"/>
    <w:rsid w:val="0077673A"/>
    <w:rsid w:val="007846E1"/>
    <w:rsid w:val="007B570C"/>
    <w:rsid w:val="007C589B"/>
    <w:rsid w:val="007D7F50"/>
    <w:rsid w:val="007E4A6E"/>
    <w:rsid w:val="007F56A7"/>
    <w:rsid w:val="007F5AED"/>
    <w:rsid w:val="00807DD0"/>
    <w:rsid w:val="00822AEB"/>
    <w:rsid w:val="0083431C"/>
    <w:rsid w:val="00836A74"/>
    <w:rsid w:val="00837264"/>
    <w:rsid w:val="008478D6"/>
    <w:rsid w:val="008659F3"/>
    <w:rsid w:val="00886D4B"/>
    <w:rsid w:val="00893F4C"/>
    <w:rsid w:val="00895406"/>
    <w:rsid w:val="00895A29"/>
    <w:rsid w:val="008A3568"/>
    <w:rsid w:val="008A5E56"/>
    <w:rsid w:val="008C4874"/>
    <w:rsid w:val="008D03B9"/>
    <w:rsid w:val="008D5977"/>
    <w:rsid w:val="008F18D6"/>
    <w:rsid w:val="008F331D"/>
    <w:rsid w:val="00904780"/>
    <w:rsid w:val="009053A8"/>
    <w:rsid w:val="00922385"/>
    <w:rsid w:val="009223DF"/>
    <w:rsid w:val="00923DE9"/>
    <w:rsid w:val="00936091"/>
    <w:rsid w:val="00940D8A"/>
    <w:rsid w:val="00956F66"/>
    <w:rsid w:val="00962258"/>
    <w:rsid w:val="009678B7"/>
    <w:rsid w:val="0097460B"/>
    <w:rsid w:val="009833E1"/>
    <w:rsid w:val="009918F2"/>
    <w:rsid w:val="00992D9C"/>
    <w:rsid w:val="009959AE"/>
    <w:rsid w:val="00996202"/>
    <w:rsid w:val="00996CB8"/>
    <w:rsid w:val="009B14A9"/>
    <w:rsid w:val="009B28FE"/>
    <w:rsid w:val="009B2E97"/>
    <w:rsid w:val="009C412C"/>
    <w:rsid w:val="009E07F4"/>
    <w:rsid w:val="009F09D2"/>
    <w:rsid w:val="009F392E"/>
    <w:rsid w:val="009F64D3"/>
    <w:rsid w:val="00A035EA"/>
    <w:rsid w:val="00A06411"/>
    <w:rsid w:val="00A371CC"/>
    <w:rsid w:val="00A55C63"/>
    <w:rsid w:val="00A6177B"/>
    <w:rsid w:val="00A66136"/>
    <w:rsid w:val="00A93F01"/>
    <w:rsid w:val="00A949D9"/>
    <w:rsid w:val="00AA4CBB"/>
    <w:rsid w:val="00AA65FA"/>
    <w:rsid w:val="00AA7351"/>
    <w:rsid w:val="00AD056F"/>
    <w:rsid w:val="00AD6731"/>
    <w:rsid w:val="00AE26B3"/>
    <w:rsid w:val="00AF0FCE"/>
    <w:rsid w:val="00AF5147"/>
    <w:rsid w:val="00B00E51"/>
    <w:rsid w:val="00B02583"/>
    <w:rsid w:val="00B15D0D"/>
    <w:rsid w:val="00B37FE9"/>
    <w:rsid w:val="00B75EE1"/>
    <w:rsid w:val="00B77481"/>
    <w:rsid w:val="00B8518B"/>
    <w:rsid w:val="00BD2273"/>
    <w:rsid w:val="00BD7E91"/>
    <w:rsid w:val="00BF6F49"/>
    <w:rsid w:val="00C02D0A"/>
    <w:rsid w:val="00C03A6E"/>
    <w:rsid w:val="00C12CE0"/>
    <w:rsid w:val="00C14D97"/>
    <w:rsid w:val="00C15D7C"/>
    <w:rsid w:val="00C44F6A"/>
    <w:rsid w:val="00C46546"/>
    <w:rsid w:val="00C47AE3"/>
    <w:rsid w:val="00C47D15"/>
    <w:rsid w:val="00C55F86"/>
    <w:rsid w:val="00C67FFA"/>
    <w:rsid w:val="00C81208"/>
    <w:rsid w:val="00CD1FC4"/>
    <w:rsid w:val="00CD7CFB"/>
    <w:rsid w:val="00CF0A6E"/>
    <w:rsid w:val="00D0570B"/>
    <w:rsid w:val="00D06292"/>
    <w:rsid w:val="00D074E8"/>
    <w:rsid w:val="00D21061"/>
    <w:rsid w:val="00D30C28"/>
    <w:rsid w:val="00D406CF"/>
    <w:rsid w:val="00D4108E"/>
    <w:rsid w:val="00D6163D"/>
    <w:rsid w:val="00D73D46"/>
    <w:rsid w:val="00D748EB"/>
    <w:rsid w:val="00D831A3"/>
    <w:rsid w:val="00D83F88"/>
    <w:rsid w:val="00D9029A"/>
    <w:rsid w:val="00DB2947"/>
    <w:rsid w:val="00DC75F3"/>
    <w:rsid w:val="00DD46F3"/>
    <w:rsid w:val="00DE56F2"/>
    <w:rsid w:val="00DF116D"/>
    <w:rsid w:val="00DF2062"/>
    <w:rsid w:val="00DF34B4"/>
    <w:rsid w:val="00E21FD0"/>
    <w:rsid w:val="00E2278C"/>
    <w:rsid w:val="00E352A2"/>
    <w:rsid w:val="00E55BDE"/>
    <w:rsid w:val="00E825A7"/>
    <w:rsid w:val="00E82D17"/>
    <w:rsid w:val="00EB104F"/>
    <w:rsid w:val="00EB1912"/>
    <w:rsid w:val="00ED14BD"/>
    <w:rsid w:val="00EE57F3"/>
    <w:rsid w:val="00F0533E"/>
    <w:rsid w:val="00F1048D"/>
    <w:rsid w:val="00F12DEC"/>
    <w:rsid w:val="00F1715C"/>
    <w:rsid w:val="00F310F8"/>
    <w:rsid w:val="00F35939"/>
    <w:rsid w:val="00F37E16"/>
    <w:rsid w:val="00F45607"/>
    <w:rsid w:val="00F5558F"/>
    <w:rsid w:val="00F659EB"/>
    <w:rsid w:val="00F83C94"/>
    <w:rsid w:val="00F84E4B"/>
    <w:rsid w:val="00F86BA6"/>
    <w:rsid w:val="00FB15AB"/>
    <w:rsid w:val="00FB3E1A"/>
    <w:rsid w:val="00FC6389"/>
    <w:rsid w:val="00FE344E"/>
    <w:rsid w:val="00FE6BC3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BA599A"/>
  <w14:defaultImageDpi w14:val="32767"/>
  <w15:docId w15:val="{A3EC5244-65F0-4460-A6C9-98E8F7104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0C2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Identifikace">
    <w:name w:val="Identifikace"/>
    <w:basedOn w:val="Normln"/>
    <w:link w:val="IdentifikaceChar"/>
    <w:qFormat/>
    <w:rsid w:val="00D30C28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30C28"/>
  </w:style>
  <w:style w:type="paragraph" w:styleId="Revize">
    <w:name w:val="Revision"/>
    <w:hidden/>
    <w:uiPriority w:val="99"/>
    <w:semiHidden/>
    <w:rsid w:val="006F0232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D074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074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074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74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74E8"/>
    <w:rPr>
      <w:b/>
      <w:bCs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FB3E1A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MstoaasChar">
    <w:name w:val="Místo a čas Char"/>
    <w:basedOn w:val="Standardnpsmoodstavce"/>
    <w:link w:val="Mstoaas"/>
    <w:locked/>
    <w:rsid w:val="008478D6"/>
    <w:rPr>
      <w:rFonts w:ascii="Times New Roman" w:eastAsia="Times New Roman" w:hAnsi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8478D6"/>
    <w:pPr>
      <w:tabs>
        <w:tab w:val="right" w:pos="9063"/>
      </w:tabs>
      <w:spacing w:before="600" w:after="0"/>
      <w:outlineLvl w:val="0"/>
    </w:pPr>
    <w:rPr>
      <w:rFonts w:ascii="Times New Roman" w:eastAsia="Times New Roman" w:hAnsi="Times New Roman" w:cs="Times New Roman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C0CB0"/>
    <w:rPr>
      <w:vertAlign w:val="superscript"/>
    </w:rPr>
  </w:style>
  <w:style w:type="character" w:styleId="Sledovanodkaz">
    <w:name w:val="FollowedHyperlink"/>
    <w:basedOn w:val="Standardnpsmoodstavce"/>
    <w:uiPriority w:val="99"/>
    <w:semiHidden/>
    <w:unhideWhenUsed/>
    <w:rsid w:val="00303802"/>
    <w:rPr>
      <w:color w:val="954F72"/>
      <w:u w:val="single"/>
    </w:rPr>
  </w:style>
  <w:style w:type="paragraph" w:customStyle="1" w:styleId="msonormal0">
    <w:name w:val="msonormal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font0">
    <w:name w:val="font0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font5">
    <w:name w:val="font5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b/>
      <w:bCs/>
      <w:color w:val="000000"/>
      <w:sz w:val="20"/>
      <w:szCs w:val="20"/>
      <w:lang w:eastAsia="cs-CZ"/>
    </w:rPr>
  </w:style>
  <w:style w:type="paragraph" w:customStyle="1" w:styleId="font6">
    <w:name w:val="font6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font7">
    <w:name w:val="font7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000000"/>
      <w:sz w:val="20"/>
      <w:szCs w:val="20"/>
      <w:lang w:eastAsia="cs-CZ"/>
    </w:rPr>
  </w:style>
  <w:style w:type="paragraph" w:customStyle="1" w:styleId="font8">
    <w:name w:val="font8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color w:val="FF0000"/>
      <w:sz w:val="20"/>
      <w:szCs w:val="20"/>
      <w:lang w:eastAsia="cs-CZ"/>
    </w:rPr>
  </w:style>
  <w:style w:type="paragraph" w:customStyle="1" w:styleId="font9">
    <w:name w:val="font9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lang w:eastAsia="cs-CZ"/>
    </w:rPr>
  </w:style>
  <w:style w:type="paragraph" w:customStyle="1" w:styleId="font10">
    <w:name w:val="font10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sz w:val="20"/>
      <w:szCs w:val="20"/>
      <w:lang w:eastAsia="cs-CZ"/>
    </w:rPr>
  </w:style>
  <w:style w:type="paragraph" w:customStyle="1" w:styleId="font11">
    <w:name w:val="font11"/>
    <w:basedOn w:val="Normln"/>
    <w:rsid w:val="0030380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2"/>
      <w:szCs w:val="22"/>
      <w:lang w:eastAsia="cs-CZ"/>
    </w:rPr>
  </w:style>
  <w:style w:type="paragraph" w:customStyle="1" w:styleId="xl66">
    <w:name w:val="xl66"/>
    <w:basedOn w:val="Normln"/>
    <w:rsid w:val="0030380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7">
    <w:name w:val="xl67"/>
    <w:basedOn w:val="Normln"/>
    <w:rsid w:val="0030380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8">
    <w:name w:val="xl68"/>
    <w:basedOn w:val="Normln"/>
    <w:rsid w:val="0030380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69">
    <w:name w:val="xl69"/>
    <w:basedOn w:val="Normln"/>
    <w:rsid w:val="0030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0">
    <w:name w:val="xl70"/>
    <w:basedOn w:val="Normln"/>
    <w:rsid w:val="0030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1">
    <w:name w:val="xl71"/>
    <w:basedOn w:val="Normln"/>
    <w:rsid w:val="0030380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2">
    <w:name w:val="xl72"/>
    <w:basedOn w:val="Normln"/>
    <w:rsid w:val="0030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3">
    <w:name w:val="xl73"/>
    <w:basedOn w:val="Normln"/>
    <w:rsid w:val="0030380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4">
    <w:name w:val="xl74"/>
    <w:basedOn w:val="Normln"/>
    <w:rsid w:val="0030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5">
    <w:name w:val="xl75"/>
    <w:basedOn w:val="Normln"/>
    <w:rsid w:val="0030380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6">
    <w:name w:val="xl76"/>
    <w:basedOn w:val="Normln"/>
    <w:rsid w:val="003038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7">
    <w:name w:val="xl77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8">
    <w:name w:val="xl78"/>
    <w:basedOn w:val="Normln"/>
    <w:rsid w:val="0030380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79">
    <w:name w:val="xl79"/>
    <w:basedOn w:val="Normln"/>
    <w:rsid w:val="00303802"/>
    <w:pPr>
      <w:pBdr>
        <w:top w:val="single" w:sz="8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0">
    <w:name w:val="xl80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1">
    <w:name w:val="xl81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2">
    <w:name w:val="xl82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3">
    <w:name w:val="xl83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xl84">
    <w:name w:val="xl84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5">
    <w:name w:val="xl85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xl86">
    <w:name w:val="xl86"/>
    <w:basedOn w:val="Normln"/>
    <w:rsid w:val="00303802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xl87">
    <w:name w:val="xl87"/>
    <w:basedOn w:val="Normln"/>
    <w:rsid w:val="00303802"/>
    <w:pPr>
      <w:pBdr>
        <w:top w:val="single" w:sz="4" w:space="0" w:color="auto"/>
        <w:left w:val="single" w:sz="4" w:space="9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ind w:firstLineChars="100" w:firstLine="100"/>
      <w:jc w:val="left"/>
      <w:textAlignment w:val="center"/>
    </w:pPr>
    <w:rPr>
      <w:rFonts w:ascii="Times New Roman" w:eastAsia="Times New Roman" w:hAnsi="Times New Roman" w:cs="Times New Roman"/>
      <w:lang w:eastAsia="cs-CZ"/>
    </w:rPr>
  </w:style>
  <w:style w:type="paragraph" w:customStyle="1" w:styleId="xl88">
    <w:name w:val="xl88"/>
    <w:basedOn w:val="Normln"/>
    <w:rsid w:val="00303802"/>
    <w:pPr>
      <w:pBdr>
        <w:top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89">
    <w:name w:val="xl89"/>
    <w:basedOn w:val="Normln"/>
    <w:rsid w:val="0030380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90">
    <w:name w:val="xl90"/>
    <w:basedOn w:val="Normln"/>
    <w:rsid w:val="00303802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cs-CZ"/>
    </w:rPr>
  </w:style>
  <w:style w:type="paragraph" w:customStyle="1" w:styleId="xl91">
    <w:name w:val="xl91"/>
    <w:basedOn w:val="Normln"/>
    <w:rsid w:val="00303802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89A690F-15EB-4312-A364-743798DFC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A641A9E-F592-4BEB-9ABB-5345B7441E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111</TotalTime>
  <Pages>49</Pages>
  <Words>10857</Words>
  <Characters>64063</Characters>
  <Application>Microsoft Office Word</Application>
  <DocSecurity>0</DocSecurity>
  <Lines>533</Lines>
  <Paragraphs>149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Kresová Petra</dc:creator>
  <cp:keywords/>
  <dc:description/>
  <cp:lastModifiedBy>Mentelová Dagmar</cp:lastModifiedBy>
  <cp:revision>11</cp:revision>
  <cp:lastPrinted>2025-04-29T08:45:00Z</cp:lastPrinted>
  <dcterms:created xsi:type="dcterms:W3CDTF">2025-04-23T06:04:00Z</dcterms:created>
  <dcterms:modified xsi:type="dcterms:W3CDTF">2025-04-29T08:46:00Z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